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A49AF" w14:textId="77777777" w:rsidR="004534FA" w:rsidRDefault="00217A34" w:rsidP="00664DF8">
      <w:pPr>
        <w:spacing w:after="0" w:line="240" w:lineRule="auto"/>
        <w:rPr>
          <w:rFonts w:ascii="Century Gothic" w:eastAsia="Times New Roman" w:hAnsi="Century Gothic" w:cs="Calibri"/>
          <w:b/>
          <w:bCs/>
          <w:color w:val="595959"/>
          <w:sz w:val="40"/>
          <w:szCs w:val="40"/>
        </w:rPr>
      </w:pPr>
      <w:r w:rsidRPr="00217A34">
        <w:rPr>
          <w:rFonts w:ascii="Century Gothic" w:eastAsia="Times New Roman" w:hAnsi="Century Gothic" w:cs="Calibri"/>
          <w:b/>
          <w:bCs/>
          <w:noProof/>
          <w:color w:val="595959"/>
          <w:sz w:val="40"/>
          <w:szCs w:val="40"/>
        </w:rPr>
        <w:drawing>
          <wp:anchor distT="0" distB="0" distL="114300" distR="114300" simplePos="0" relativeHeight="252167168" behindDoc="0" locked="0" layoutInCell="1" allowOverlap="1" wp14:anchorId="1299B522" wp14:editId="2916117E">
            <wp:simplePos x="0" y="0"/>
            <wp:positionH relativeFrom="column">
              <wp:posOffset>4125995</wp:posOffset>
            </wp:positionH>
            <wp:positionV relativeFrom="paragraph">
              <wp:posOffset>-28938</wp:posOffset>
            </wp:positionV>
            <wp:extent cx="2751160" cy="381965"/>
            <wp:effectExtent l="0" t="0" r="0" b="0"/>
            <wp:wrapNone/>
            <wp:docPr id="1001" name="Picture 100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 name="Picture 100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761043" cy="383337"/>
                    </a:xfrm>
                    <a:prstGeom prst="rect">
                      <a:avLst/>
                    </a:prstGeom>
                  </pic:spPr>
                </pic:pic>
              </a:graphicData>
            </a:graphic>
            <wp14:sizeRelH relativeFrom="margin">
              <wp14:pctWidth>0</wp14:pctWidth>
            </wp14:sizeRelH>
            <wp14:sizeRelV relativeFrom="margin">
              <wp14:pctHeight>0</wp14:pctHeight>
            </wp14:sizeRelV>
          </wp:anchor>
        </w:drawing>
      </w:r>
      <w:r w:rsidR="00664DF8" w:rsidRPr="00664DF8">
        <w:rPr>
          <w:rFonts w:ascii="Century Gothic" w:eastAsia="Times New Roman" w:hAnsi="Century Gothic" w:cs="Calibri"/>
          <w:b/>
          <w:bCs/>
          <w:color w:val="595959"/>
          <w:sz w:val="40"/>
          <w:szCs w:val="40"/>
        </w:rPr>
        <w:t xml:space="preserve">PROJECT DEBRIEF </w:t>
      </w:r>
    </w:p>
    <w:p w14:paraId="5E265213" w14:textId="44C3C0DA" w:rsidR="00664DF8" w:rsidRPr="00217A34" w:rsidRDefault="00664DF8" w:rsidP="00664DF8">
      <w:pPr>
        <w:spacing w:after="0" w:line="240" w:lineRule="auto"/>
        <w:rPr>
          <w:rFonts w:ascii="Century Gothic" w:eastAsia="Times New Roman" w:hAnsi="Century Gothic" w:cs="Calibri"/>
          <w:b/>
          <w:bCs/>
          <w:color w:val="595959"/>
          <w:sz w:val="40"/>
          <w:szCs w:val="40"/>
        </w:rPr>
      </w:pPr>
      <w:r w:rsidRPr="00664DF8">
        <w:rPr>
          <w:rFonts w:ascii="Century Gothic" w:eastAsia="Times New Roman" w:hAnsi="Century Gothic" w:cs="Calibri"/>
          <w:b/>
          <w:bCs/>
          <w:color w:val="595959"/>
          <w:sz w:val="40"/>
          <w:szCs w:val="40"/>
        </w:rPr>
        <w:t>MEETING CHECKLIST</w:t>
      </w:r>
    </w:p>
    <w:tbl>
      <w:tblPr>
        <w:tblW w:w="10800" w:type="dxa"/>
        <w:tblLook w:val="04A0" w:firstRow="1" w:lastRow="0" w:firstColumn="1" w:lastColumn="0" w:noHBand="0" w:noVBand="1"/>
      </w:tblPr>
      <w:tblGrid>
        <w:gridCol w:w="4796"/>
        <w:gridCol w:w="1676"/>
        <w:gridCol w:w="4328"/>
      </w:tblGrid>
      <w:tr w:rsidR="00664DF8" w:rsidRPr="00664DF8" w14:paraId="188EB467" w14:textId="77777777" w:rsidTr="00217A34">
        <w:trPr>
          <w:trHeight w:val="379"/>
        </w:trPr>
        <w:tc>
          <w:tcPr>
            <w:tcW w:w="4796" w:type="dxa"/>
            <w:tcBorders>
              <w:top w:val="nil"/>
              <w:left w:val="nil"/>
              <w:bottom w:val="nil"/>
              <w:right w:val="nil"/>
            </w:tcBorders>
            <w:shd w:val="clear" w:color="auto" w:fill="auto"/>
            <w:noWrap/>
            <w:vAlign w:val="bottom"/>
            <w:hideMark/>
          </w:tcPr>
          <w:p w14:paraId="17AD5804" w14:textId="0BA607B8" w:rsidR="00664DF8" w:rsidRPr="00664DF8" w:rsidRDefault="00664DF8" w:rsidP="00664DF8">
            <w:pPr>
              <w:spacing w:after="0" w:line="240" w:lineRule="auto"/>
              <w:ind w:left="-105"/>
              <w:rPr>
                <w:rFonts w:ascii="Century Gothic" w:eastAsia="Times New Roman" w:hAnsi="Century Gothic" w:cs="Calibri"/>
                <w:color w:val="333F4F"/>
                <w:sz w:val="28"/>
                <w:szCs w:val="28"/>
              </w:rPr>
            </w:pPr>
            <w:r w:rsidRPr="00664DF8">
              <w:rPr>
                <w:rFonts w:ascii="Century Gothic" w:eastAsia="Times New Roman" w:hAnsi="Century Gothic" w:cs="Calibri"/>
                <w:color w:val="333F4F"/>
                <w:sz w:val="28"/>
                <w:szCs w:val="28"/>
              </w:rPr>
              <w:t>NAME</w:t>
            </w:r>
          </w:p>
        </w:tc>
        <w:tc>
          <w:tcPr>
            <w:tcW w:w="1676" w:type="dxa"/>
            <w:tcBorders>
              <w:top w:val="nil"/>
              <w:left w:val="nil"/>
              <w:bottom w:val="nil"/>
              <w:right w:val="nil"/>
            </w:tcBorders>
            <w:shd w:val="clear" w:color="auto" w:fill="auto"/>
            <w:noWrap/>
            <w:vAlign w:val="center"/>
            <w:hideMark/>
          </w:tcPr>
          <w:p w14:paraId="70164F7E" w14:textId="15253117" w:rsidR="00664DF8" w:rsidRPr="00664DF8" w:rsidRDefault="00664DF8" w:rsidP="00664DF8">
            <w:pPr>
              <w:spacing w:after="0" w:line="240" w:lineRule="auto"/>
              <w:rPr>
                <w:rFonts w:ascii="Century Gothic" w:eastAsia="Times New Roman" w:hAnsi="Century Gothic" w:cs="Calibri"/>
                <w:color w:val="333F4F"/>
                <w:sz w:val="28"/>
                <w:szCs w:val="28"/>
              </w:rPr>
            </w:pPr>
          </w:p>
        </w:tc>
        <w:tc>
          <w:tcPr>
            <w:tcW w:w="4328" w:type="dxa"/>
            <w:tcBorders>
              <w:top w:val="nil"/>
              <w:left w:val="nil"/>
              <w:bottom w:val="nil"/>
              <w:right w:val="nil"/>
            </w:tcBorders>
            <w:shd w:val="clear" w:color="auto" w:fill="auto"/>
            <w:noWrap/>
            <w:vAlign w:val="bottom"/>
            <w:hideMark/>
          </w:tcPr>
          <w:p w14:paraId="22F47DE6" w14:textId="5B9DE9FB" w:rsidR="00664DF8" w:rsidRPr="00664DF8" w:rsidRDefault="00664DF8" w:rsidP="00664DF8">
            <w:pPr>
              <w:spacing w:after="0" w:line="240" w:lineRule="auto"/>
              <w:jc w:val="center"/>
              <w:rPr>
                <w:rFonts w:ascii="Times New Roman" w:eastAsia="Times New Roman" w:hAnsi="Times New Roman" w:cs="Times New Roman"/>
                <w:sz w:val="20"/>
                <w:szCs w:val="20"/>
              </w:rPr>
            </w:pPr>
          </w:p>
        </w:tc>
      </w:tr>
      <w:tr w:rsidR="00664DF8" w:rsidRPr="00664DF8" w14:paraId="11DB5FED" w14:textId="77777777" w:rsidTr="00217A34">
        <w:trPr>
          <w:trHeight w:val="642"/>
        </w:trPr>
        <w:tc>
          <w:tcPr>
            <w:tcW w:w="1080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35AB90B6" w14:textId="77777777" w:rsidR="00664DF8" w:rsidRPr="00664DF8" w:rsidRDefault="00664DF8" w:rsidP="00664DF8">
            <w:pPr>
              <w:spacing w:after="0" w:line="240" w:lineRule="auto"/>
              <w:ind w:firstLineChars="100" w:firstLine="200"/>
              <w:rPr>
                <w:rFonts w:ascii="Century Gothic" w:eastAsia="Times New Roman" w:hAnsi="Century Gothic" w:cs="Calibri"/>
                <w:color w:val="000000"/>
                <w:sz w:val="20"/>
                <w:szCs w:val="20"/>
              </w:rPr>
            </w:pPr>
            <w:r w:rsidRPr="00664DF8">
              <w:rPr>
                <w:rFonts w:ascii="Century Gothic" w:eastAsia="Times New Roman" w:hAnsi="Century Gothic" w:cs="Calibri"/>
                <w:color w:val="000000"/>
                <w:sz w:val="20"/>
                <w:szCs w:val="20"/>
              </w:rPr>
              <w:t> </w:t>
            </w:r>
          </w:p>
        </w:tc>
      </w:tr>
      <w:tr w:rsidR="00664DF8" w:rsidRPr="00664DF8" w14:paraId="65323FE6" w14:textId="77777777" w:rsidTr="00217A34">
        <w:trPr>
          <w:trHeight w:val="642"/>
        </w:trPr>
        <w:tc>
          <w:tcPr>
            <w:tcW w:w="4796" w:type="dxa"/>
            <w:tcBorders>
              <w:top w:val="nil"/>
              <w:left w:val="nil"/>
              <w:bottom w:val="nil"/>
              <w:right w:val="nil"/>
            </w:tcBorders>
            <w:shd w:val="clear" w:color="auto" w:fill="auto"/>
            <w:noWrap/>
            <w:vAlign w:val="bottom"/>
            <w:hideMark/>
          </w:tcPr>
          <w:p w14:paraId="27FBB75A" w14:textId="77777777" w:rsidR="00664DF8" w:rsidRPr="00664DF8" w:rsidRDefault="00664DF8" w:rsidP="00664DF8">
            <w:pPr>
              <w:spacing w:after="0" w:line="240" w:lineRule="auto"/>
              <w:ind w:left="-105"/>
              <w:rPr>
                <w:rFonts w:ascii="Century Gothic" w:eastAsia="Times New Roman" w:hAnsi="Century Gothic" w:cs="Calibri"/>
                <w:color w:val="333F4F"/>
                <w:sz w:val="28"/>
                <w:szCs w:val="28"/>
              </w:rPr>
            </w:pPr>
            <w:r w:rsidRPr="00664DF8">
              <w:rPr>
                <w:rFonts w:ascii="Century Gothic" w:eastAsia="Times New Roman" w:hAnsi="Century Gothic" w:cs="Calibri"/>
                <w:color w:val="333F4F"/>
                <w:sz w:val="28"/>
                <w:szCs w:val="28"/>
              </w:rPr>
              <w:t>TITLE</w:t>
            </w:r>
          </w:p>
        </w:tc>
        <w:tc>
          <w:tcPr>
            <w:tcW w:w="1676" w:type="dxa"/>
            <w:tcBorders>
              <w:top w:val="nil"/>
              <w:left w:val="nil"/>
              <w:bottom w:val="nil"/>
              <w:right w:val="nil"/>
            </w:tcBorders>
            <w:shd w:val="clear" w:color="auto" w:fill="auto"/>
            <w:noWrap/>
            <w:vAlign w:val="center"/>
            <w:hideMark/>
          </w:tcPr>
          <w:p w14:paraId="7EB5D0A2" w14:textId="77777777" w:rsidR="00664DF8" w:rsidRPr="00664DF8" w:rsidRDefault="00664DF8" w:rsidP="00664DF8">
            <w:pPr>
              <w:spacing w:after="0" w:line="240" w:lineRule="auto"/>
              <w:rPr>
                <w:rFonts w:ascii="Century Gothic" w:eastAsia="Times New Roman" w:hAnsi="Century Gothic" w:cs="Calibri"/>
                <w:color w:val="333F4F"/>
                <w:sz w:val="28"/>
                <w:szCs w:val="28"/>
              </w:rPr>
            </w:pPr>
            <w:bookmarkStart w:id="0" w:name="RANGE!C4"/>
            <w:bookmarkEnd w:id="0"/>
          </w:p>
        </w:tc>
        <w:tc>
          <w:tcPr>
            <w:tcW w:w="4328" w:type="dxa"/>
            <w:tcBorders>
              <w:top w:val="nil"/>
              <w:left w:val="nil"/>
              <w:bottom w:val="nil"/>
              <w:right w:val="nil"/>
            </w:tcBorders>
            <w:shd w:val="clear" w:color="auto" w:fill="auto"/>
            <w:noWrap/>
            <w:vAlign w:val="bottom"/>
            <w:hideMark/>
          </w:tcPr>
          <w:p w14:paraId="2011C7FF" w14:textId="77777777" w:rsidR="00664DF8" w:rsidRPr="00664DF8" w:rsidRDefault="00664DF8" w:rsidP="00664DF8">
            <w:pPr>
              <w:spacing w:after="0" w:line="240" w:lineRule="auto"/>
              <w:jc w:val="center"/>
              <w:rPr>
                <w:rFonts w:ascii="Times New Roman" w:eastAsia="Times New Roman" w:hAnsi="Times New Roman" w:cs="Times New Roman"/>
                <w:sz w:val="20"/>
                <w:szCs w:val="20"/>
              </w:rPr>
            </w:pPr>
          </w:p>
        </w:tc>
      </w:tr>
      <w:tr w:rsidR="00664DF8" w:rsidRPr="00664DF8" w14:paraId="14B539E7" w14:textId="77777777" w:rsidTr="00217A34">
        <w:trPr>
          <w:trHeight w:val="642"/>
        </w:trPr>
        <w:tc>
          <w:tcPr>
            <w:tcW w:w="1080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3CA5895" w14:textId="77777777" w:rsidR="00664DF8" w:rsidRPr="00664DF8" w:rsidRDefault="00664DF8" w:rsidP="00664DF8">
            <w:pPr>
              <w:spacing w:after="0" w:line="240" w:lineRule="auto"/>
              <w:ind w:firstLineChars="100" w:firstLine="200"/>
              <w:rPr>
                <w:rFonts w:ascii="Century Gothic" w:eastAsia="Times New Roman" w:hAnsi="Century Gothic" w:cs="Calibri"/>
                <w:color w:val="000000"/>
                <w:sz w:val="20"/>
                <w:szCs w:val="20"/>
              </w:rPr>
            </w:pPr>
            <w:r w:rsidRPr="00664DF8">
              <w:rPr>
                <w:rFonts w:ascii="Century Gothic" w:eastAsia="Times New Roman" w:hAnsi="Century Gothic" w:cs="Calibri"/>
                <w:color w:val="000000"/>
                <w:sz w:val="20"/>
                <w:szCs w:val="20"/>
              </w:rPr>
              <w:t> </w:t>
            </w:r>
          </w:p>
        </w:tc>
      </w:tr>
      <w:tr w:rsidR="00664DF8" w:rsidRPr="00664DF8" w14:paraId="489EDE52" w14:textId="77777777" w:rsidTr="00217A34">
        <w:trPr>
          <w:trHeight w:val="642"/>
        </w:trPr>
        <w:tc>
          <w:tcPr>
            <w:tcW w:w="4796" w:type="dxa"/>
            <w:tcBorders>
              <w:top w:val="nil"/>
              <w:left w:val="nil"/>
              <w:bottom w:val="nil"/>
              <w:right w:val="nil"/>
            </w:tcBorders>
            <w:shd w:val="clear" w:color="auto" w:fill="auto"/>
            <w:noWrap/>
            <w:vAlign w:val="bottom"/>
            <w:hideMark/>
          </w:tcPr>
          <w:p w14:paraId="077B0A5E" w14:textId="77777777" w:rsidR="00664DF8" w:rsidRPr="00664DF8" w:rsidRDefault="00664DF8" w:rsidP="00664DF8">
            <w:pPr>
              <w:spacing w:after="0" w:line="240" w:lineRule="auto"/>
              <w:ind w:left="-105"/>
              <w:rPr>
                <w:rFonts w:ascii="Century Gothic" w:eastAsia="Times New Roman" w:hAnsi="Century Gothic" w:cs="Calibri"/>
                <w:color w:val="333F4F"/>
                <w:sz w:val="28"/>
                <w:szCs w:val="28"/>
              </w:rPr>
            </w:pPr>
            <w:r w:rsidRPr="00664DF8">
              <w:rPr>
                <w:rFonts w:ascii="Century Gothic" w:eastAsia="Times New Roman" w:hAnsi="Century Gothic" w:cs="Calibri"/>
                <w:color w:val="333F4F"/>
                <w:sz w:val="28"/>
                <w:szCs w:val="28"/>
              </w:rPr>
              <w:t>PROJECT NAME</w:t>
            </w:r>
          </w:p>
        </w:tc>
        <w:tc>
          <w:tcPr>
            <w:tcW w:w="1676" w:type="dxa"/>
            <w:tcBorders>
              <w:top w:val="nil"/>
              <w:left w:val="nil"/>
              <w:bottom w:val="nil"/>
              <w:right w:val="nil"/>
            </w:tcBorders>
            <w:shd w:val="clear" w:color="auto" w:fill="auto"/>
            <w:noWrap/>
            <w:vAlign w:val="center"/>
            <w:hideMark/>
          </w:tcPr>
          <w:p w14:paraId="16497B83" w14:textId="77777777" w:rsidR="00664DF8" w:rsidRPr="00664DF8" w:rsidRDefault="00664DF8" w:rsidP="00664DF8">
            <w:pPr>
              <w:spacing w:after="0" w:line="240" w:lineRule="auto"/>
              <w:rPr>
                <w:rFonts w:ascii="Century Gothic" w:eastAsia="Times New Roman" w:hAnsi="Century Gothic" w:cs="Calibri"/>
                <w:color w:val="333F4F"/>
                <w:sz w:val="28"/>
                <w:szCs w:val="28"/>
              </w:rPr>
            </w:pPr>
          </w:p>
        </w:tc>
        <w:tc>
          <w:tcPr>
            <w:tcW w:w="4328" w:type="dxa"/>
            <w:tcBorders>
              <w:top w:val="nil"/>
              <w:left w:val="nil"/>
              <w:bottom w:val="nil"/>
              <w:right w:val="nil"/>
            </w:tcBorders>
            <w:shd w:val="clear" w:color="auto" w:fill="auto"/>
            <w:noWrap/>
            <w:vAlign w:val="bottom"/>
            <w:hideMark/>
          </w:tcPr>
          <w:p w14:paraId="1C140F62" w14:textId="77777777" w:rsidR="00664DF8" w:rsidRPr="00664DF8" w:rsidRDefault="00664DF8" w:rsidP="00664DF8">
            <w:pPr>
              <w:spacing w:after="0" w:line="240" w:lineRule="auto"/>
              <w:jc w:val="center"/>
              <w:rPr>
                <w:rFonts w:ascii="Times New Roman" w:eastAsia="Times New Roman" w:hAnsi="Times New Roman" w:cs="Times New Roman"/>
                <w:sz w:val="20"/>
                <w:szCs w:val="20"/>
              </w:rPr>
            </w:pPr>
          </w:p>
        </w:tc>
      </w:tr>
      <w:tr w:rsidR="00664DF8" w:rsidRPr="00664DF8" w14:paraId="1DC4E68D" w14:textId="77777777" w:rsidTr="00217A34">
        <w:trPr>
          <w:trHeight w:val="642"/>
        </w:trPr>
        <w:tc>
          <w:tcPr>
            <w:tcW w:w="1080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11C3C0B7" w14:textId="77777777" w:rsidR="00664DF8" w:rsidRPr="00664DF8" w:rsidRDefault="00664DF8" w:rsidP="00664DF8">
            <w:pPr>
              <w:spacing w:after="0" w:line="240" w:lineRule="auto"/>
              <w:ind w:firstLineChars="100" w:firstLine="200"/>
              <w:rPr>
                <w:rFonts w:ascii="Century Gothic" w:eastAsia="Times New Roman" w:hAnsi="Century Gothic" w:cs="Calibri"/>
                <w:color w:val="000000"/>
                <w:sz w:val="20"/>
                <w:szCs w:val="20"/>
              </w:rPr>
            </w:pPr>
            <w:r w:rsidRPr="00664DF8">
              <w:rPr>
                <w:rFonts w:ascii="Century Gothic" w:eastAsia="Times New Roman" w:hAnsi="Century Gothic" w:cs="Calibri"/>
                <w:color w:val="000000"/>
                <w:sz w:val="20"/>
                <w:szCs w:val="20"/>
              </w:rPr>
              <w:t> </w:t>
            </w:r>
          </w:p>
        </w:tc>
      </w:tr>
      <w:tr w:rsidR="00664DF8" w:rsidRPr="00664DF8" w14:paraId="5C94C130" w14:textId="77777777" w:rsidTr="00217A34">
        <w:trPr>
          <w:trHeight w:val="642"/>
        </w:trPr>
        <w:tc>
          <w:tcPr>
            <w:tcW w:w="4796" w:type="dxa"/>
            <w:tcBorders>
              <w:top w:val="nil"/>
              <w:left w:val="nil"/>
              <w:bottom w:val="nil"/>
              <w:right w:val="nil"/>
            </w:tcBorders>
            <w:shd w:val="clear" w:color="auto" w:fill="auto"/>
            <w:noWrap/>
            <w:vAlign w:val="bottom"/>
            <w:hideMark/>
          </w:tcPr>
          <w:p w14:paraId="25CD804C" w14:textId="77777777" w:rsidR="00664DF8" w:rsidRPr="00664DF8" w:rsidRDefault="00664DF8" w:rsidP="00664DF8">
            <w:pPr>
              <w:spacing w:after="0" w:line="240" w:lineRule="auto"/>
              <w:ind w:left="-105"/>
              <w:rPr>
                <w:rFonts w:ascii="Century Gothic" w:eastAsia="Times New Roman" w:hAnsi="Century Gothic" w:cs="Calibri"/>
                <w:color w:val="333F4F"/>
                <w:sz w:val="28"/>
                <w:szCs w:val="28"/>
              </w:rPr>
            </w:pPr>
            <w:r w:rsidRPr="00664DF8">
              <w:rPr>
                <w:rFonts w:ascii="Century Gothic" w:eastAsia="Times New Roman" w:hAnsi="Century Gothic" w:cs="Calibri"/>
                <w:color w:val="333F4F"/>
                <w:sz w:val="28"/>
                <w:szCs w:val="28"/>
              </w:rPr>
              <w:t>DATE</w:t>
            </w:r>
          </w:p>
        </w:tc>
        <w:tc>
          <w:tcPr>
            <w:tcW w:w="1676" w:type="dxa"/>
            <w:tcBorders>
              <w:top w:val="nil"/>
              <w:left w:val="nil"/>
              <w:bottom w:val="nil"/>
              <w:right w:val="nil"/>
            </w:tcBorders>
            <w:shd w:val="clear" w:color="auto" w:fill="auto"/>
            <w:noWrap/>
            <w:vAlign w:val="center"/>
            <w:hideMark/>
          </w:tcPr>
          <w:p w14:paraId="57BFAB9D" w14:textId="77777777" w:rsidR="00664DF8" w:rsidRPr="00664DF8" w:rsidRDefault="00664DF8" w:rsidP="00664DF8">
            <w:pPr>
              <w:spacing w:after="0" w:line="240" w:lineRule="auto"/>
              <w:rPr>
                <w:rFonts w:ascii="Century Gothic" w:eastAsia="Times New Roman" w:hAnsi="Century Gothic" w:cs="Calibri"/>
                <w:color w:val="333F4F"/>
                <w:sz w:val="28"/>
                <w:szCs w:val="28"/>
              </w:rPr>
            </w:pPr>
          </w:p>
        </w:tc>
        <w:tc>
          <w:tcPr>
            <w:tcW w:w="4328" w:type="dxa"/>
            <w:tcBorders>
              <w:top w:val="nil"/>
              <w:left w:val="nil"/>
              <w:bottom w:val="nil"/>
              <w:right w:val="nil"/>
            </w:tcBorders>
            <w:shd w:val="clear" w:color="auto" w:fill="auto"/>
            <w:noWrap/>
            <w:vAlign w:val="bottom"/>
            <w:hideMark/>
          </w:tcPr>
          <w:p w14:paraId="6F27953A" w14:textId="77777777" w:rsidR="00664DF8" w:rsidRPr="00664DF8" w:rsidRDefault="00664DF8" w:rsidP="00664DF8">
            <w:pPr>
              <w:spacing w:after="0" w:line="240" w:lineRule="auto"/>
              <w:jc w:val="center"/>
              <w:rPr>
                <w:rFonts w:ascii="Times New Roman" w:eastAsia="Times New Roman" w:hAnsi="Times New Roman" w:cs="Times New Roman"/>
                <w:sz w:val="20"/>
                <w:szCs w:val="20"/>
              </w:rPr>
            </w:pPr>
          </w:p>
        </w:tc>
      </w:tr>
      <w:tr w:rsidR="00664DF8" w:rsidRPr="00664DF8" w14:paraId="6F71E4A2" w14:textId="77777777" w:rsidTr="00217A34">
        <w:trPr>
          <w:trHeight w:val="642"/>
        </w:trPr>
        <w:tc>
          <w:tcPr>
            <w:tcW w:w="1080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1C436A9" w14:textId="77777777" w:rsidR="00664DF8" w:rsidRPr="00664DF8" w:rsidRDefault="00664DF8" w:rsidP="00664DF8">
            <w:pPr>
              <w:spacing w:after="0" w:line="240" w:lineRule="auto"/>
              <w:ind w:firstLineChars="100" w:firstLine="200"/>
              <w:rPr>
                <w:rFonts w:ascii="Century Gothic" w:eastAsia="Times New Roman" w:hAnsi="Century Gothic" w:cs="Calibri"/>
                <w:color w:val="000000"/>
                <w:sz w:val="20"/>
                <w:szCs w:val="20"/>
              </w:rPr>
            </w:pPr>
            <w:r w:rsidRPr="00664DF8">
              <w:rPr>
                <w:rFonts w:ascii="Century Gothic" w:eastAsia="Times New Roman" w:hAnsi="Century Gothic" w:cs="Calibri"/>
                <w:color w:val="000000"/>
                <w:sz w:val="20"/>
                <w:szCs w:val="20"/>
              </w:rPr>
              <w:t> </w:t>
            </w:r>
          </w:p>
        </w:tc>
      </w:tr>
    </w:tbl>
    <w:p w14:paraId="1F4F3EFA" w14:textId="77777777" w:rsidR="00664DF8" w:rsidRDefault="00664DF8"/>
    <w:tbl>
      <w:tblPr>
        <w:tblStyle w:val="TableGrid"/>
        <w:tblW w:w="0" w:type="auto"/>
        <w:tblLook w:val="04A0" w:firstRow="1" w:lastRow="0" w:firstColumn="1" w:lastColumn="0" w:noHBand="0" w:noVBand="1"/>
      </w:tblPr>
      <w:tblGrid>
        <w:gridCol w:w="3596"/>
        <w:gridCol w:w="3597"/>
        <w:gridCol w:w="3597"/>
      </w:tblGrid>
      <w:tr w:rsidR="00664DF8" w14:paraId="4841AA1D" w14:textId="77777777" w:rsidTr="00664DF8">
        <w:trPr>
          <w:trHeight w:val="530"/>
        </w:trPr>
        <w:tc>
          <w:tcPr>
            <w:tcW w:w="3596" w:type="dxa"/>
            <w:shd w:val="clear" w:color="auto" w:fill="D5DCE4" w:themeFill="text2" w:themeFillTint="33"/>
            <w:vAlign w:val="center"/>
          </w:tcPr>
          <w:p w14:paraId="21E7C1BC" w14:textId="29243C5E" w:rsidR="00664DF8" w:rsidRDefault="00C432A5" w:rsidP="00664DF8">
            <w:r>
              <w:rPr>
                <w:rFonts w:ascii="Century Gothic" w:hAnsi="Century Gothic" w:cs="Calibri"/>
                <w:b/>
                <w:bCs/>
                <w:color w:val="262626"/>
                <w:sz w:val="20"/>
                <w:szCs w:val="20"/>
              </w:rPr>
              <w:pict w14:anchorId="0FFF5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eck Box 15" o:spid="_x0000_s1521" type="#_x0000_t75" alt="" style="position:absolute;margin-left:235.5pt;margin-top:-9.75pt;width:75.75pt;height:1in;z-index:251659264;visibility:hidden;mso-wrap-edited:f;mso-width-percent:0;mso-height-percent:0;mso-width-percent:0;mso-height-percent:0">
                  <v:imagedata r:id="rId6" o:title=""/>
                  <o:lock v:ext="edit" aspectratio="f"/>
                </v:shape>
              </w:pict>
            </w:r>
            <w:r>
              <w:rPr>
                <w:rFonts w:ascii="Century Gothic" w:hAnsi="Century Gothic" w:cs="Calibri"/>
                <w:b/>
                <w:bCs/>
                <w:color w:val="262626"/>
                <w:sz w:val="20"/>
                <w:szCs w:val="20"/>
              </w:rPr>
              <w:pict w14:anchorId="50D57D25">
                <v:shape id="Check Box 16" o:spid="_x0000_s1520" type="#_x0000_t75" alt="" style="position:absolute;margin-left:235.5pt;margin-top:-9.75pt;width:77.25pt;height:58.5pt;z-index:251660288;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292EE656">
                <v:shape id="Check Box 19" o:spid="_x0000_s1519" type="#_x0000_t75" alt="" style="position:absolute;margin-left:235.5pt;margin-top:-9.75pt;width:75.75pt;height:66.75pt;z-index:251661312;visibility:hidden;mso-wrap-edited:f;mso-width-percent:0;mso-height-percent:0;mso-width-percent:0;mso-height-percent:0">
                  <v:imagedata r:id="rId8" o:title=""/>
                  <o:lock v:ext="edit" aspectratio="f"/>
                </v:shape>
              </w:pict>
            </w:r>
            <w:r>
              <w:rPr>
                <w:rFonts w:ascii="Century Gothic" w:hAnsi="Century Gothic" w:cs="Calibri"/>
                <w:b/>
                <w:bCs/>
                <w:color w:val="262626"/>
                <w:sz w:val="20"/>
                <w:szCs w:val="20"/>
              </w:rPr>
              <w:pict w14:anchorId="07472851">
                <v:shape id="Check Box 20" o:spid="_x0000_s1518" type="#_x0000_t75" alt="" style="position:absolute;margin-left:235.5pt;margin-top:-9.75pt;width:75.75pt;height:1in;z-index:251662336;visibility:hidden;mso-wrap-edited:f;mso-width-percent:0;mso-height-percent:0;mso-width-percent:0;mso-height-percent:0">
                  <v:imagedata r:id="rId6" o:title=""/>
                  <o:lock v:ext="edit" aspectratio="f"/>
                </v:shape>
              </w:pict>
            </w:r>
            <w:r>
              <w:rPr>
                <w:rFonts w:ascii="Century Gothic" w:hAnsi="Century Gothic" w:cs="Calibri"/>
                <w:b/>
                <w:bCs/>
                <w:color w:val="262626"/>
                <w:sz w:val="20"/>
                <w:szCs w:val="20"/>
              </w:rPr>
              <w:pict w14:anchorId="4FE2724F">
                <v:shape id="Check Box 25" o:spid="_x0000_s1517" type="#_x0000_t75" alt="" style="position:absolute;margin-left:235.5pt;margin-top:-9.75pt;width:77.25pt;height:58.5pt;z-index:251663360;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3D481418">
                <v:shape id="Check Box 30" o:spid="_x0000_s1516" type="#_x0000_t75" alt="" style="position:absolute;margin-left:235.5pt;margin-top:-9.75pt;width:75.75pt;height:1in;z-index:251664384;visibility:hidden;mso-wrap-edited:f;mso-width-percent:0;mso-height-percent:0;mso-width-percent:0;mso-height-percent:0">
                  <v:imagedata r:id="rId9" o:title=""/>
                  <o:lock v:ext="edit" aspectratio="f"/>
                </v:shape>
              </w:pict>
            </w:r>
            <w:r>
              <w:rPr>
                <w:rFonts w:ascii="Century Gothic" w:hAnsi="Century Gothic" w:cs="Calibri"/>
                <w:b/>
                <w:bCs/>
                <w:color w:val="262626"/>
                <w:sz w:val="20"/>
                <w:szCs w:val="20"/>
              </w:rPr>
              <w:pict w14:anchorId="1137BCEE">
                <v:shape id="Check Box 31" o:spid="_x0000_s1515" type="#_x0000_t75" alt="" style="position:absolute;margin-left:235.5pt;margin-top:-9.75pt;width:75.75pt;height:1in;z-index:251665408;visibility:hidden;mso-wrap-edited:f;mso-width-percent:0;mso-height-percent:0;mso-width-percent:0;mso-height-percent:0">
                  <v:imagedata r:id="rId6" o:title=""/>
                  <o:lock v:ext="edit" aspectratio="f"/>
                </v:shape>
              </w:pict>
            </w:r>
            <w:r>
              <w:rPr>
                <w:rFonts w:ascii="Century Gothic" w:hAnsi="Century Gothic" w:cs="Calibri"/>
                <w:b/>
                <w:bCs/>
                <w:color w:val="262626"/>
                <w:sz w:val="20"/>
                <w:szCs w:val="20"/>
              </w:rPr>
              <w:pict w14:anchorId="2257B2A1">
                <v:shape id="_x0000_s1514" type="#_x0000_t75" alt="" style="position:absolute;margin-left:235.5pt;margin-top:-9.75pt;width:77.25pt;height:58.5pt;z-index:251666432;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196C9EDC">
                <v:shape id="_x0000_s1513" type="#_x0000_t75" alt="" style="position:absolute;margin-left:235.5pt;margin-top:-9.75pt;width:75.75pt;height:1in;z-index:251667456;visibility:hidden;mso-wrap-edited:f;mso-width-percent:0;mso-height-percent:0;mso-width-percent:0;mso-height-percent:0">
                  <v:imagedata r:id="rId9" o:title=""/>
                  <o:lock v:ext="edit" aspectratio="f"/>
                </v:shape>
              </w:pict>
            </w:r>
            <w:r>
              <w:rPr>
                <w:rFonts w:ascii="Century Gothic" w:hAnsi="Century Gothic" w:cs="Calibri"/>
                <w:b/>
                <w:bCs/>
                <w:color w:val="262626"/>
                <w:sz w:val="20"/>
                <w:szCs w:val="20"/>
              </w:rPr>
              <w:pict w14:anchorId="771725A0">
                <v:shape id="_x0000_s1512" type="#_x0000_t75" alt="" style="position:absolute;margin-left:235.5pt;margin-top:-9.75pt;width:75.75pt;height:69.75pt;z-index:251668480;visibility:hidden;mso-wrap-edited:f;mso-width-percent:0;mso-height-percent:0;mso-width-percent:0;mso-height-percent:0">
                  <v:imagedata r:id="rId10" o:title=""/>
                  <o:lock v:ext="edit" aspectratio="f"/>
                </v:shape>
              </w:pict>
            </w:r>
            <w:r>
              <w:rPr>
                <w:rFonts w:ascii="Century Gothic" w:hAnsi="Century Gothic" w:cs="Calibri"/>
                <w:b/>
                <w:bCs/>
                <w:color w:val="262626"/>
                <w:sz w:val="20"/>
                <w:szCs w:val="20"/>
              </w:rPr>
              <w:pict w14:anchorId="4E0B64CF">
                <v:shape id="_x0000_s1511" type="#_x0000_t75" alt="" style="position:absolute;margin-left:235.5pt;margin-top:-9.75pt;width:77.25pt;height:58.5pt;z-index:251669504;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26273271">
                <v:shape id="_x0000_s1510" type="#_x0000_t75" alt="" style="position:absolute;margin-left:235.5pt;margin-top:-9.75pt;width:77.25pt;height:58.5pt;z-index:251670528;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48C6D957">
                <v:shape id="_x0000_s1509" type="#_x0000_t75" alt="" style="position:absolute;margin-left:235.5pt;margin-top:-9.75pt;width:77.25pt;height:58.5pt;z-index:251671552;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0F8CB29A">
                <v:shape id="_x0000_s1508" type="#_x0000_t75" alt="" style="position:absolute;margin-left:235.5pt;margin-top:-9.75pt;width:77.25pt;height:58.5pt;z-index:251672576;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23AC892D">
                <v:shape id="_x0000_s1507" type="#_x0000_t75" alt="" style="position:absolute;margin-left:235.5pt;margin-top:-9.75pt;width:77.25pt;height:58.5pt;z-index:251673600;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2D1744E9">
                <v:shape id="_x0000_s1506" type="#_x0000_t75" alt="" style="position:absolute;margin-left:235.5pt;margin-top:-9.75pt;width:77.25pt;height:58.5pt;z-index:251674624;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70BB7602">
                <v:shape id="_x0000_s1505" type="#_x0000_t75" alt="" style="position:absolute;margin-left:235.5pt;margin-top:-9.75pt;width:77.25pt;height:58.5pt;z-index:251675648;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62AB22FC">
                <v:shape id="_x0000_s1504" type="#_x0000_t75" alt="" style="position:absolute;margin-left:235.5pt;margin-top:-9.75pt;width:77.25pt;height:58.5pt;z-index:251676672;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5A6A0BEA">
                <v:shape id="_x0000_s1503" type="#_x0000_t75" alt="" style="position:absolute;margin-left:235.5pt;margin-top:-9.75pt;width:77.25pt;height:58.5pt;z-index:251677696;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3157FF34">
                <v:shape id="_x0000_s1502" type="#_x0000_t75" alt="" style="position:absolute;margin-left:235.5pt;margin-top:-9.75pt;width:77.25pt;height:58.5pt;z-index:251678720;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17E636A6">
                <v:shape id="_x0000_s1501" type="#_x0000_t75" alt="" style="position:absolute;margin-left:235.5pt;margin-top:-9.75pt;width:77.25pt;height:58.5pt;z-index:251679744;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75CB4017">
                <v:shape id="_x0000_s1500" type="#_x0000_t75" alt="" style="position:absolute;margin-left:235.5pt;margin-top:-9.75pt;width:77.25pt;height:58.5pt;z-index:251680768;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11669EA1">
                <v:shape id="_x0000_s1499" type="#_x0000_t75" alt="" style="position:absolute;margin-left:235.5pt;margin-top:-9.75pt;width:77.25pt;height:58.5pt;z-index:251681792;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28E04C19">
                <v:shape id="_x0000_s1498" type="#_x0000_t75" alt="" style="position:absolute;margin-left:235.5pt;margin-top:-9.75pt;width:77.25pt;height:58.5pt;z-index:251682816;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3FD42B1B">
                <v:shape id="_x0000_s1497" type="#_x0000_t75" alt="" style="position:absolute;margin-left:235.5pt;margin-top:-9.75pt;width:77.25pt;height:58.5pt;z-index:251683840;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49868459">
                <v:shape id="_x0000_s1496" type="#_x0000_t75" alt="" style="position:absolute;margin-left:235.5pt;margin-top:-9.75pt;width:77.25pt;height:58.5pt;z-index:251684864;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4890267E">
                <v:shape id="_x0000_s1495" type="#_x0000_t75" alt="" style="position:absolute;margin-left:235.5pt;margin-top:-9.75pt;width:77.25pt;height:58.5pt;z-index:251685888;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5D2199A5">
                <v:shape id="_x0000_s1494" type="#_x0000_t75" alt="" style="position:absolute;margin-left:235.5pt;margin-top:-9.75pt;width:77.25pt;height:58.5pt;z-index:251686912;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6D104207">
                <v:shape id="_x0000_s1493" type="#_x0000_t75" alt="" style="position:absolute;margin-left:235.5pt;margin-top:-9.75pt;width:77.25pt;height:58.5pt;z-index:251687936;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23C206BF">
                <v:shape id="_x0000_s1492" type="#_x0000_t75" alt="" style="position:absolute;margin-left:235.5pt;margin-top:-9.75pt;width:77.25pt;height:58.5pt;z-index:251688960;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65899F22">
                <v:shape id="_x0000_s1491" type="#_x0000_t75" alt="" style="position:absolute;margin-left:235.5pt;margin-top:-9.75pt;width:77.25pt;height:58.5pt;z-index:251689984;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6BAABBB5">
                <v:shape id="_x0000_s1490" type="#_x0000_t75" alt="" style="position:absolute;margin-left:235.5pt;margin-top:-9.75pt;width:77.25pt;height:58.5pt;z-index:251691008;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0FEFFF39">
                <v:shape id="_x0000_s1489" type="#_x0000_t75" alt="" style="position:absolute;margin-left:235.5pt;margin-top:-9.75pt;width:77.25pt;height:58.5pt;z-index:251692032;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051EF9EA">
                <v:shape id="_x0000_s1488" type="#_x0000_t75" alt="" style="position:absolute;margin-left:235.5pt;margin-top:-9.75pt;width:77.25pt;height:46.5pt;z-index:251693056;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10662F12">
                <v:shape id="_x0000_s1487" type="#_x0000_t75" alt="" style="position:absolute;margin-left:235.5pt;margin-top:-9.75pt;width:77.25pt;height:46.5pt;z-index:251694080;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3B288DB2">
                <v:shape id="_x0000_s1486" type="#_x0000_t75" alt="" style="position:absolute;margin-left:235.5pt;margin-top:-9.75pt;width:77.25pt;height:46.5pt;z-index:251695104;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1DD0BC6F">
                <v:shape id="_x0000_s1485" type="#_x0000_t75" alt="" style="position:absolute;margin-left:235.5pt;margin-top:-9.75pt;width:77.25pt;height:46.5pt;z-index:251696128;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6BD9AED6">
                <v:shape id="_x0000_s1484" type="#_x0000_t75" alt="" style="position:absolute;margin-left:235.5pt;margin-top:-9.75pt;width:77.25pt;height:46.5pt;z-index:251697152;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191530A5">
                <v:shape id="_x0000_s1483" type="#_x0000_t75" alt="" style="position:absolute;margin-left:235.5pt;margin-top:-9.75pt;width:77.25pt;height:46.5pt;z-index:251698176;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5CF7E8CE">
                <v:shape id="_x0000_s1482" type="#_x0000_t75" alt="" style="position:absolute;margin-left:235.5pt;margin-top:-9.75pt;width:77.25pt;height:46.5pt;z-index:251699200;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2DAB0FE3">
                <v:shape id="_x0000_s1481" type="#_x0000_t75" alt="" style="position:absolute;margin-left:235.5pt;margin-top:-9.75pt;width:77.25pt;height:46.5pt;z-index:251700224;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168D4445">
                <v:shape id="_x0000_s1480" type="#_x0000_t75" alt="" style="position:absolute;margin-left:235.5pt;margin-top:-9.75pt;width:77.25pt;height:46.5pt;z-index:251701248;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4480C583">
                <v:shape id="_x0000_s1479" type="#_x0000_t75" alt="" style="position:absolute;margin-left:235.5pt;margin-top:-9.75pt;width:77.25pt;height:46.5pt;z-index:251702272;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1B260025">
                <v:shape id="_x0000_s1478" type="#_x0000_t75" alt="" style="position:absolute;margin-left:235.5pt;margin-top:-9.75pt;width:77.25pt;height:46.5pt;z-index:251703296;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1BE03ED8">
                <v:shape id="_x0000_s1477" type="#_x0000_t75" alt="" style="position:absolute;margin-left:235.5pt;margin-top:-9.75pt;width:77.25pt;height:46.5pt;z-index:251704320;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04D7AF2D">
                <v:shape id="_x0000_s1476" type="#_x0000_t75" alt="" style="position:absolute;margin-left:235.5pt;margin-top:-9.75pt;width:77.25pt;height:46.5pt;z-index:251705344;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6168087E">
                <v:shape id="_x0000_s1475" type="#_x0000_t75" alt="" style="position:absolute;margin-left:235.5pt;margin-top:-9.75pt;width:77.25pt;height:46.5pt;z-index:251706368;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6F1ABDFC">
                <v:shape id="_x0000_s1474" type="#_x0000_t75" alt="" style="position:absolute;margin-left:235.5pt;margin-top:-9.75pt;width:77.25pt;height:46.5pt;z-index:251707392;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6FF7622F">
                <v:shape id="_x0000_s1473" type="#_x0000_t75" alt="" style="position:absolute;margin-left:235.5pt;margin-top:-9.75pt;width:77.25pt;height:46.5pt;z-index:251708416;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007E85D0">
                <v:shape id="_x0000_s1472" type="#_x0000_t75" alt="" style="position:absolute;margin-left:235.5pt;margin-top:-9.75pt;width:77.25pt;height:46.5pt;z-index:251709440;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10E01CDC">
                <v:shape id="_x0000_s1471" type="#_x0000_t75" alt="" style="position:absolute;margin-left:235.5pt;margin-top:-9.75pt;width:77.25pt;height:46.5pt;z-index:251710464;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00BFE26B">
                <v:shape id="_x0000_s1470" type="#_x0000_t75" alt="" style="position:absolute;margin-left:235.5pt;margin-top:-9.75pt;width:77.25pt;height:46.5pt;z-index:251711488;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5C5DCE37">
                <v:shape id="_x0000_s1469" type="#_x0000_t75" alt="" style="position:absolute;margin-left:235.5pt;margin-top:-9.75pt;width:77.25pt;height:46.5pt;z-index:251712512;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15BD040A">
                <v:shape id="_x0000_s1468" type="#_x0000_t75" alt="" style="position:absolute;margin-left:235.5pt;margin-top:-9.75pt;width:77.25pt;height:46.5pt;z-index:251713536;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0F50B81F">
                <v:shape id="_x0000_s1467" type="#_x0000_t75" alt="" style="position:absolute;margin-left:235.5pt;margin-top:-9.75pt;width:77.25pt;height:58.5pt;z-index:251714560;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26B4317D">
                <v:shape id="_x0000_s1466" type="#_x0000_t75" alt="" style="position:absolute;margin-left:235.5pt;margin-top:-9.75pt;width:77.25pt;height:58.5pt;z-index:251715584;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69DB5309">
                <v:shape id="_x0000_s1465" type="#_x0000_t75" alt="" style="position:absolute;margin-left:235.5pt;margin-top:-9.75pt;width:77.25pt;height:58.5pt;z-index:251716608;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1E0D7D2D">
                <v:shape id="_x0000_s1464" type="#_x0000_t75" alt="" style="position:absolute;margin-left:235.5pt;margin-top:-9.75pt;width:77.25pt;height:46.5pt;z-index:251717632;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0687F953">
                <v:shape id="_x0000_s1463" type="#_x0000_t75" alt="" style="position:absolute;margin-left:235.5pt;margin-top:-9.75pt;width:77.25pt;height:46.5pt;z-index:251718656;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29748DB1">
                <v:shape id="_x0000_s1462" type="#_x0000_t75" alt="" style="position:absolute;margin-left:235.5pt;margin-top:-9.75pt;width:77.25pt;height:46.5pt;z-index:251719680;visibility:hidden;mso-wrap-edited:f;mso-width-percent:0;mso-height-percent:0;mso-width-percent:0;mso-height-percent:0">
                  <v:imagedata r:id="rId11" o:title=""/>
                  <o:lock v:ext="edit" aspectratio="f"/>
                </v:shape>
              </w:pict>
            </w:r>
            <w:r>
              <w:rPr>
                <w:rFonts w:ascii="Century Gothic" w:hAnsi="Century Gothic" w:cs="Calibri"/>
                <w:b/>
                <w:bCs/>
                <w:color w:val="262626"/>
                <w:sz w:val="20"/>
                <w:szCs w:val="20"/>
              </w:rPr>
              <w:pict w14:anchorId="776C7D0A">
                <v:shape id="_x0000_s1461" type="#_x0000_t75" alt="" style="position:absolute;margin-left:235.5pt;margin-top:-9.75pt;width:77.25pt;height:58.5pt;z-index:251720704;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1805DC40">
                <v:shape id="_x0000_s1460" type="#_x0000_t75" alt="" style="position:absolute;margin-left:235.5pt;margin-top:-9.75pt;width:77.25pt;height:58.5pt;z-index:251721728;visibility:hidden;mso-wrap-edited:f;mso-width-percent:0;mso-height-percent:0;mso-width-percent:0;mso-height-percent:0">
                  <v:imagedata r:id="rId7" o:title=""/>
                  <o:lock v:ext="edit" aspectratio="f"/>
                </v:shape>
              </w:pict>
            </w:r>
            <w:r>
              <w:rPr>
                <w:rFonts w:ascii="Century Gothic" w:hAnsi="Century Gothic" w:cs="Calibri"/>
                <w:b/>
                <w:bCs/>
                <w:color w:val="262626"/>
                <w:sz w:val="20"/>
                <w:szCs w:val="20"/>
              </w:rPr>
              <w:pict w14:anchorId="33DF4137">
                <v:shape id="_x0000_s1459" type="#_x0000_t75" alt="" style="position:absolute;margin-left:235.5pt;margin-top:-9.75pt;width:75.75pt;height:1in;z-index:251722752;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16D5BD24">
                <v:shape id="_x0000_s1458" type="#_x0000_t75" alt="" style="position:absolute;margin-left:235.5pt;margin-top:-9.75pt;width:78pt;height:58.5pt;z-index:25172377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0C5BF9C">
                <v:shape id="_x0000_s1457" type="#_x0000_t75" alt="" style="position:absolute;margin-left:235.5pt;margin-top:-9.75pt;width:75.75pt;height:66.75pt;z-index:251724800;visibility:hidden;mso-wrap-edited:f;mso-width-percent:0;mso-height-percent:0;mso-width-percent:0;mso-height-percent:0">
                  <v:imagedata r:id="rId14" o:title=""/>
                  <o:lock v:ext="edit" aspectratio="f"/>
                </v:shape>
              </w:pict>
            </w:r>
            <w:r>
              <w:rPr>
                <w:rFonts w:ascii="Century Gothic" w:hAnsi="Century Gothic" w:cs="Calibri"/>
                <w:b/>
                <w:bCs/>
                <w:color w:val="262626"/>
                <w:sz w:val="20"/>
                <w:szCs w:val="20"/>
              </w:rPr>
              <w:pict w14:anchorId="5D54799E">
                <v:shape id="_x0000_s1456" type="#_x0000_t75" alt="" style="position:absolute;margin-left:235.5pt;margin-top:-9.75pt;width:75.75pt;height:1in;z-index:251725824;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0CCA9A36">
                <v:shape id="_x0000_s1455" type="#_x0000_t75" alt="" style="position:absolute;margin-left:235.5pt;margin-top:-9.75pt;width:78pt;height:58.5pt;z-index:25172684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38ACE1A">
                <v:shape id="_x0000_s1454" type="#_x0000_t75" alt="" style="position:absolute;margin-left:235.5pt;margin-top:-9.75pt;width:75.75pt;height:1in;z-index:251727872;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0F119609">
                <v:shape id="_x0000_s1453" type="#_x0000_t75" alt="" style="position:absolute;margin-left:235.5pt;margin-top:-9.75pt;width:75.75pt;height:1in;z-index:251728896;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30B5A1E6">
                <v:shape id="_x0000_s1452" type="#_x0000_t75" alt="" style="position:absolute;margin-left:235.5pt;margin-top:-9.75pt;width:78pt;height:58.5pt;z-index:25172992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310CB19">
                <v:shape id="_x0000_s1451" type="#_x0000_t75" alt="" style="position:absolute;margin-left:235.5pt;margin-top:-9.75pt;width:75.75pt;height:1in;z-index:251730944;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764C500D">
                <v:shape id="_x0000_s1450" type="#_x0000_t75" alt="" style="position:absolute;margin-left:235.5pt;margin-top:-9.75pt;width:75.75pt;height:69.75pt;z-index:251731968;visibility:hidden;mso-wrap-edited:f;mso-width-percent:0;mso-height-percent:0;mso-width-percent:0;mso-height-percent:0">
                  <v:imagedata r:id="rId16" o:title=""/>
                  <o:lock v:ext="edit" aspectratio="f"/>
                </v:shape>
              </w:pict>
            </w:r>
            <w:r>
              <w:rPr>
                <w:rFonts w:ascii="Century Gothic" w:hAnsi="Century Gothic" w:cs="Calibri"/>
                <w:b/>
                <w:bCs/>
                <w:color w:val="262626"/>
                <w:sz w:val="20"/>
                <w:szCs w:val="20"/>
              </w:rPr>
              <w:pict w14:anchorId="68A7F7FC">
                <v:shape id="_x0000_s1449" type="#_x0000_t75" alt="" style="position:absolute;margin-left:235.5pt;margin-top:-9.75pt;width:78pt;height:58.5pt;z-index:25173299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EE162BB">
                <v:shape id="_x0000_s1448" type="#_x0000_t75" alt="" style="position:absolute;margin-left:235.5pt;margin-top:-9.75pt;width:78pt;height:58.5pt;z-index:25173401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7954DC9">
                <v:shape id="_x0000_s1447" type="#_x0000_t75" alt="" style="position:absolute;margin-left:235.5pt;margin-top:-9.75pt;width:78pt;height:58.5pt;z-index:25173504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5D61E84">
                <v:shape id="_x0000_s1446" type="#_x0000_t75" alt="" style="position:absolute;margin-left:235.5pt;margin-top:-9.75pt;width:78pt;height:58.5pt;z-index:25173606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25D8996">
                <v:shape id="_x0000_s1445" type="#_x0000_t75" alt="" style="position:absolute;margin-left:235.5pt;margin-top:-9.75pt;width:78pt;height:58.5pt;z-index:25173708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9744551">
                <v:shape id="_x0000_s1444" type="#_x0000_t75" alt="" style="position:absolute;margin-left:235.5pt;margin-top:-9.75pt;width:78pt;height:58.5pt;z-index:25173811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C93F7C9">
                <v:shape id="_x0000_s1443" type="#_x0000_t75" alt="" style="position:absolute;margin-left:235.5pt;margin-top:-9.75pt;width:78pt;height:58.5pt;z-index:25173913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6395BF2C">
                <v:shape id="_x0000_s1442" type="#_x0000_t75" alt="" style="position:absolute;margin-left:235.5pt;margin-top:-9.75pt;width:78pt;height:58.5pt;z-index:25174016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2D3DD12">
                <v:shape id="_x0000_s1441" type="#_x0000_t75" alt="" style="position:absolute;margin-left:235.5pt;margin-top:-9.75pt;width:78pt;height:58.5pt;z-index:25174118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4D4A61A">
                <v:shape id="_x0000_s1440" type="#_x0000_t75" alt="" style="position:absolute;margin-left:235.5pt;margin-top:-9.75pt;width:78pt;height:58.5pt;z-index:25174220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CF4ED85">
                <v:shape id="_x0000_s1439" type="#_x0000_t75" alt="" style="position:absolute;margin-left:235.5pt;margin-top:-9.75pt;width:78pt;height:58.5pt;z-index:25174323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B48C908">
                <v:shape id="_x0000_s1438" type="#_x0000_t75" alt="" style="position:absolute;margin-left:235.5pt;margin-top:-9.75pt;width:78pt;height:58.5pt;z-index:25174425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254F6D8">
                <v:shape id="_x0000_s1437" type="#_x0000_t75" alt="" style="position:absolute;margin-left:235.5pt;margin-top:-9.75pt;width:78pt;height:58.5pt;z-index:25174528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08EAC7D">
                <v:shape id="_x0000_s1436" type="#_x0000_t75" alt="" style="position:absolute;margin-left:235.5pt;margin-top:-9.75pt;width:78pt;height:58.5pt;z-index:25174630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C7C0018">
                <v:shape id="_x0000_s1435" type="#_x0000_t75" alt="" style="position:absolute;margin-left:235.5pt;margin-top:-9.75pt;width:78pt;height:58.5pt;z-index:25174732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C1C5389">
                <v:shape id="_x0000_s1434" type="#_x0000_t75" alt="" style="position:absolute;margin-left:235.5pt;margin-top:-9.75pt;width:78pt;height:58.5pt;z-index:25174835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5BD9F29">
                <v:shape id="_x0000_s1433" type="#_x0000_t75" alt="" style="position:absolute;margin-left:235.5pt;margin-top:-9.75pt;width:78pt;height:58.5pt;z-index:25174937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68FD36B">
                <v:shape id="_x0000_s1432" type="#_x0000_t75" alt="" style="position:absolute;margin-left:235.5pt;margin-top:-9.75pt;width:78pt;height:58.5pt;z-index:25175040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6AE7C73">
                <v:shape id="_x0000_s1431" type="#_x0000_t75" alt="" style="position:absolute;margin-left:235.5pt;margin-top:-9.75pt;width:78pt;height:58.5pt;z-index:25175142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EE913AF">
                <v:shape id="_x0000_s1430" type="#_x0000_t75" alt="" style="position:absolute;margin-left:235.5pt;margin-top:-9.75pt;width:78pt;height:58.5pt;z-index:25175244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EA4D421">
                <v:shape id="_x0000_s1429" type="#_x0000_t75" alt="" style="position:absolute;margin-left:235.5pt;margin-top:-9.75pt;width:78pt;height:58.5pt;z-index:25175347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46AA844">
                <v:shape id="_x0000_s1428" type="#_x0000_t75" alt="" style="position:absolute;margin-left:235.5pt;margin-top:-9.75pt;width:78pt;height:58.5pt;z-index:25175449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AC60DF8">
                <v:shape id="_x0000_s1427" type="#_x0000_t75" alt="" style="position:absolute;margin-left:235.5pt;margin-top:-9.75pt;width:78pt;height:58.5pt;z-index:25175552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B12D80F">
                <v:shape id="_x0000_s1426" type="#_x0000_t75" alt="" style="position:absolute;margin-left:235.5pt;margin-top:-9.75pt;width:78pt;height:46.5pt;z-index:25175654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CF77FC1">
                <v:shape id="_x0000_s1425" type="#_x0000_t75" alt="" style="position:absolute;margin-left:235.5pt;margin-top:-9.75pt;width:78pt;height:46.5pt;z-index:25175756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DECF3D0">
                <v:shape id="_x0000_s1424" type="#_x0000_t75" alt="" style="position:absolute;margin-left:235.5pt;margin-top:-9.75pt;width:78pt;height:46.5pt;z-index:25175859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06527790">
                <v:shape id="_x0000_s1423" type="#_x0000_t75" alt="" style="position:absolute;margin-left:235.5pt;margin-top:-9.75pt;width:78pt;height:46.5pt;z-index:25175961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4C192AD">
                <v:shape id="_x0000_s1422" type="#_x0000_t75" alt="" style="position:absolute;margin-left:235.5pt;margin-top:-9.75pt;width:78pt;height:46.5pt;z-index:25176064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124B5A4">
                <v:shape id="_x0000_s1421" type="#_x0000_t75" alt="" style="position:absolute;margin-left:235.5pt;margin-top:-9.75pt;width:78pt;height:46.5pt;z-index:25176166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859104B">
                <v:shape id="_x0000_s1420" type="#_x0000_t75" alt="" style="position:absolute;margin-left:235.5pt;margin-top:-9.75pt;width:78pt;height:46.5pt;z-index:25176268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BD30488">
                <v:shape id="_x0000_s1419" type="#_x0000_t75" alt="" style="position:absolute;margin-left:235.5pt;margin-top:-9.75pt;width:78pt;height:46.5pt;z-index:25176371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961B5D7">
                <v:shape id="_x0000_s1418" type="#_x0000_t75" alt="" style="position:absolute;margin-left:235.5pt;margin-top:-9.75pt;width:78pt;height:46.5pt;z-index:25176473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489CA2E">
                <v:shape id="_x0000_s1417" type="#_x0000_t75" alt="" style="position:absolute;margin-left:235.5pt;margin-top:-9.75pt;width:78pt;height:46.5pt;z-index:25176576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551E0EB7">
                <v:shape id="_x0000_s1416" type="#_x0000_t75" alt="" style="position:absolute;margin-left:235.5pt;margin-top:-9.75pt;width:78pt;height:46.5pt;z-index:25176678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D2771AC">
                <v:shape id="_x0000_s1415" type="#_x0000_t75" alt="" style="position:absolute;margin-left:235.5pt;margin-top:-9.75pt;width:78pt;height:46.5pt;z-index:25176780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D40C29A">
                <v:shape id="_x0000_s1414" type="#_x0000_t75" alt="" style="position:absolute;margin-left:235.5pt;margin-top:-9.75pt;width:78pt;height:46.5pt;z-index:25176883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876762B">
                <v:shape id="_x0000_s1413" type="#_x0000_t75" alt="" style="position:absolute;margin-left:235.5pt;margin-top:-9.75pt;width:78pt;height:46.5pt;z-index:25176985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3A042F0">
                <v:shape id="_x0000_s1412" type="#_x0000_t75" alt="" style="position:absolute;margin-left:235.5pt;margin-top:-9.75pt;width:78pt;height:46.5pt;z-index:25177088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5634B991">
                <v:shape id="_x0000_s1411" type="#_x0000_t75" alt="" style="position:absolute;margin-left:235.5pt;margin-top:-9.75pt;width:78pt;height:46.5pt;z-index:25177190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FBFDB59">
                <v:shape id="_x0000_s1410" type="#_x0000_t75" alt="" style="position:absolute;margin-left:235.5pt;margin-top:-9.75pt;width:78pt;height:46.5pt;z-index:25177292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E4EBFD9">
                <v:shape id="_x0000_s1409" type="#_x0000_t75" alt="" style="position:absolute;margin-left:235.5pt;margin-top:-9.75pt;width:78pt;height:46.5pt;z-index:25177395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E22AB7D">
                <v:shape id="_x0000_s1408" type="#_x0000_t75" alt="" style="position:absolute;margin-left:235.5pt;margin-top:-9.75pt;width:78pt;height:46.5pt;z-index:25177497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319DB70">
                <v:shape id="_x0000_s1407" type="#_x0000_t75" alt="" style="position:absolute;margin-left:235.5pt;margin-top:-9.75pt;width:78pt;height:46.5pt;z-index:25177600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5204296F">
                <v:shape id="_x0000_s1406" type="#_x0000_t75" alt="" style="position:absolute;margin-left:235.5pt;margin-top:-9.75pt;width:78pt;height:46.5pt;z-index:25177702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04B667B0">
                <v:shape id="_x0000_s1405" type="#_x0000_t75" alt="" style="position:absolute;margin-left:235.5pt;margin-top:-9.75pt;width:78pt;height:58.5pt;z-index:25177804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64B46EAD">
                <v:shape id="_x0000_s1404" type="#_x0000_t75" alt="" style="position:absolute;margin-left:235.5pt;margin-top:-9.75pt;width:78pt;height:58.5pt;z-index:25177907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906D556">
                <v:shape id="_x0000_s1403" type="#_x0000_t75" alt="" style="position:absolute;margin-left:235.5pt;margin-top:-9.75pt;width:78pt;height:58.5pt;z-index:25178009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6333310">
                <v:shape id="_x0000_s1402" type="#_x0000_t75" alt="" style="position:absolute;margin-left:235.5pt;margin-top:-9.75pt;width:78pt;height:46.5pt;z-index:25178112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53AB92A">
                <v:shape id="_x0000_s1401" type="#_x0000_t75" alt="" style="position:absolute;margin-left:235.5pt;margin-top:-9.75pt;width:78pt;height:46.5pt;z-index:25178214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8DE5D9E">
                <v:shape id="_x0000_s1400" type="#_x0000_t75" alt="" style="position:absolute;margin-left:235.5pt;margin-top:-9.75pt;width:78pt;height:46.5pt;z-index:25178316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05BA5CAE">
                <v:shape id="_x0000_s1399" type="#_x0000_t75" alt="" style="position:absolute;margin-left:235.5pt;margin-top:-9.75pt;width:78pt;height:58.5pt;z-index:25178419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9823070">
                <v:shape id="_x0000_s1398" type="#_x0000_t75" alt="" style="position:absolute;margin-left:235.5pt;margin-top:-9.75pt;width:78pt;height:58.5pt;z-index:25178521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2891F7D">
                <v:shape id="_x0000_s1397" type="#_x0000_t75" alt="" style="position:absolute;margin-left:235.5pt;margin-top:-9.75pt;width:75.75pt;height:1in;z-index:251786240;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1189E058">
                <v:shape id="_x0000_s1396" type="#_x0000_t75" alt="" style="position:absolute;margin-left:235.5pt;margin-top:-9.75pt;width:78pt;height:58.5pt;z-index:25178726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1705307">
                <v:shape id="_x0000_s1395" type="#_x0000_t75" alt="" style="position:absolute;margin-left:235.5pt;margin-top:-9.75pt;width:75.75pt;height:66.75pt;z-index:251788288;visibility:hidden;mso-wrap-edited:f;mso-width-percent:0;mso-height-percent:0;mso-width-percent:0;mso-height-percent:0">
                  <v:imagedata r:id="rId14" o:title=""/>
                  <o:lock v:ext="edit" aspectratio="f"/>
                </v:shape>
              </w:pict>
            </w:r>
            <w:r>
              <w:rPr>
                <w:rFonts w:ascii="Century Gothic" w:hAnsi="Century Gothic" w:cs="Calibri"/>
                <w:b/>
                <w:bCs/>
                <w:color w:val="262626"/>
                <w:sz w:val="20"/>
                <w:szCs w:val="20"/>
              </w:rPr>
              <w:pict w14:anchorId="7D2E232F">
                <v:shape id="_x0000_s1394" type="#_x0000_t75" alt="" style="position:absolute;margin-left:235.5pt;margin-top:-9.75pt;width:75.75pt;height:1in;z-index:251789312;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6E08B4C9">
                <v:shape id="_x0000_s1393" type="#_x0000_t75" alt="" style="position:absolute;margin-left:235.5pt;margin-top:-9.75pt;width:78pt;height:58.5pt;z-index:25179033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F0C86D1">
                <v:shape id="_x0000_s1392" type="#_x0000_t75" alt="" style="position:absolute;margin-left:235.5pt;margin-top:-9.75pt;width:75.75pt;height:1in;z-index:251791360;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7E9CED3E">
                <v:shape id="_x0000_s1391" type="#_x0000_t75" alt="" style="position:absolute;margin-left:235.5pt;margin-top:-9.75pt;width:75.75pt;height:1in;z-index:251792384;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65466440">
                <v:shape id="_x0000_s1390" type="#_x0000_t75" alt="" style="position:absolute;margin-left:235.5pt;margin-top:-9.75pt;width:78pt;height:58.5pt;z-index:25179340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880C77C">
                <v:shape id="_x0000_s1389" type="#_x0000_t75" alt="" style="position:absolute;margin-left:235.5pt;margin-top:-9.75pt;width:75.75pt;height:1in;z-index:251794432;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5F71D0E3">
                <v:shape id="_x0000_s1388" type="#_x0000_t75" alt="" style="position:absolute;margin-left:235.5pt;margin-top:-9.75pt;width:75.75pt;height:69.75pt;z-index:251795456;visibility:hidden;mso-wrap-edited:f;mso-width-percent:0;mso-height-percent:0;mso-width-percent:0;mso-height-percent:0">
                  <v:imagedata r:id="rId16" o:title=""/>
                  <o:lock v:ext="edit" aspectratio="f"/>
                </v:shape>
              </w:pict>
            </w:r>
            <w:r>
              <w:rPr>
                <w:rFonts w:ascii="Century Gothic" w:hAnsi="Century Gothic" w:cs="Calibri"/>
                <w:b/>
                <w:bCs/>
                <w:color w:val="262626"/>
                <w:sz w:val="20"/>
                <w:szCs w:val="20"/>
              </w:rPr>
              <w:pict w14:anchorId="2C67836F">
                <v:shape id="_x0000_s1387" type="#_x0000_t75" alt="" style="position:absolute;margin-left:235.5pt;margin-top:-9.75pt;width:78pt;height:58.5pt;z-index:25179648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A2A138A">
                <v:shape id="_x0000_s1386" type="#_x0000_t75" alt="" style="position:absolute;margin-left:235.5pt;margin-top:-9.75pt;width:78pt;height:58.5pt;z-index:25179750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B3C6348">
                <v:shape id="_x0000_s1385" type="#_x0000_t75" alt="" style="position:absolute;margin-left:235.5pt;margin-top:-9.75pt;width:78pt;height:58.5pt;z-index:25179852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6B9AC4E">
                <v:shape id="_x0000_s1384" type="#_x0000_t75" alt="" style="position:absolute;margin-left:235.5pt;margin-top:-9.75pt;width:78pt;height:58.5pt;z-index:25179955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C13FC70">
                <v:shape id="_x0000_s1383" type="#_x0000_t75" alt="" style="position:absolute;margin-left:235.5pt;margin-top:-9.75pt;width:78pt;height:58.5pt;z-index:25180057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5C80ED4">
                <v:shape id="_x0000_s1382" type="#_x0000_t75" alt="" style="position:absolute;margin-left:235.5pt;margin-top:-9.75pt;width:78pt;height:58.5pt;z-index:25180160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6EDD96C">
                <v:shape id="_x0000_s1381" type="#_x0000_t75" alt="" style="position:absolute;margin-left:235.5pt;margin-top:-9.75pt;width:78pt;height:58.5pt;z-index:25180262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DBAC832">
                <v:shape id="_x0000_s1380" type="#_x0000_t75" alt="" style="position:absolute;margin-left:235.5pt;margin-top:-9.75pt;width:78pt;height:58.5pt;z-index:25180364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19EF656">
                <v:shape id="_x0000_s1379" type="#_x0000_t75" alt="" style="position:absolute;margin-left:235.5pt;margin-top:-9.75pt;width:78pt;height:58.5pt;z-index:25180467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A5D28B9">
                <v:shape id="_x0000_s1378" type="#_x0000_t75" alt="" style="position:absolute;margin-left:235.5pt;margin-top:-9.75pt;width:78pt;height:58.5pt;z-index:25180569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2EFEEC4">
                <v:shape id="_x0000_s1377" type="#_x0000_t75" alt="" style="position:absolute;margin-left:235.5pt;margin-top:-9.75pt;width:78pt;height:58.5pt;z-index:25180672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9A79977">
                <v:shape id="_x0000_s1376" type="#_x0000_t75" alt="" style="position:absolute;margin-left:235.5pt;margin-top:-9.75pt;width:78pt;height:58.5pt;z-index:25180774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6DB72FE9">
                <v:shape id="_x0000_s1375" type="#_x0000_t75" alt="" style="position:absolute;margin-left:235.5pt;margin-top:-9.75pt;width:78pt;height:58.5pt;z-index:25180876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7B5FB00">
                <v:shape id="_x0000_s1374" type="#_x0000_t75" alt="" style="position:absolute;margin-left:235.5pt;margin-top:-9.75pt;width:78pt;height:58.5pt;z-index:25180979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B6B047F">
                <v:shape id="_x0000_s1373" type="#_x0000_t75" alt="" style="position:absolute;margin-left:235.5pt;margin-top:-9.75pt;width:78pt;height:58.5pt;z-index:25181081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3983948">
                <v:shape id="_x0000_s1372" type="#_x0000_t75" alt="" style="position:absolute;margin-left:235.5pt;margin-top:-9.75pt;width:78pt;height:58.5pt;z-index:25181184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1DA3B07">
                <v:shape id="_x0000_s1371" type="#_x0000_t75" alt="" style="position:absolute;margin-left:235.5pt;margin-top:-9.75pt;width:78pt;height:58.5pt;z-index:25181286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C17340A">
                <v:shape id="_x0000_s1370" type="#_x0000_t75" alt="" style="position:absolute;margin-left:235.5pt;margin-top:-9.75pt;width:78pt;height:58.5pt;z-index:25181388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1343BD3">
                <v:shape id="_x0000_s1369" type="#_x0000_t75" alt="" style="position:absolute;margin-left:235.5pt;margin-top:-9.75pt;width:78pt;height:58.5pt;z-index:25181491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BE7DF7A">
                <v:shape id="_x0000_s1368" type="#_x0000_t75" alt="" style="position:absolute;margin-left:235.5pt;margin-top:-9.75pt;width:78pt;height:58.5pt;z-index:25181593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9750C48">
                <v:shape id="_x0000_s1367" type="#_x0000_t75" alt="" style="position:absolute;margin-left:235.5pt;margin-top:-9.75pt;width:78pt;height:58.5pt;z-index:25181696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A651281">
                <v:shape id="_x0000_s1366" type="#_x0000_t75" alt="" style="position:absolute;margin-left:235.5pt;margin-top:-9.75pt;width:78pt;height:58.5pt;z-index:25181798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283AB5F">
                <v:shape id="_x0000_s1365" type="#_x0000_t75" alt="" style="position:absolute;margin-left:235.5pt;margin-top:-9.75pt;width:78pt;height:58.5pt;z-index:25181900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051FA16">
                <v:shape id="_x0000_s1364" type="#_x0000_t75" alt="" style="position:absolute;margin-left:235.5pt;margin-top:-9.75pt;width:78pt;height:46.5pt;z-index:25182003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3F3D5AB">
                <v:shape id="_x0000_s1363" type="#_x0000_t75" alt="" style="position:absolute;margin-left:235.5pt;margin-top:-9.75pt;width:78pt;height:46.5pt;z-index:25182105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C58CA07">
                <v:shape id="_x0000_s1362" type="#_x0000_t75" alt="" style="position:absolute;margin-left:235.5pt;margin-top:-9.75pt;width:78pt;height:46.5pt;z-index:25182208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54B3E44">
                <v:shape id="_x0000_s1361" type="#_x0000_t75" alt="" style="position:absolute;margin-left:235.5pt;margin-top:-9.75pt;width:78pt;height:46.5pt;z-index:25182310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12A09ABC">
                <v:shape id="_x0000_s1360" type="#_x0000_t75" alt="" style="position:absolute;margin-left:235.5pt;margin-top:-9.75pt;width:78pt;height:46.5pt;z-index:25182412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65CE495">
                <v:shape id="_x0000_s1359" type="#_x0000_t75" alt="" style="position:absolute;margin-left:235.5pt;margin-top:-9.75pt;width:78pt;height:46.5pt;z-index:25182515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4B9EA25">
                <v:shape id="_x0000_s1358" type="#_x0000_t75" alt="" style="position:absolute;margin-left:235.5pt;margin-top:-9.75pt;width:78pt;height:46.5pt;z-index:25182617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0B5841E5">
                <v:shape id="_x0000_s1357" type="#_x0000_t75" alt="" style="position:absolute;margin-left:235.5pt;margin-top:-9.75pt;width:78pt;height:46.5pt;z-index:25182720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53E4A75C">
                <v:shape id="_x0000_s1356" type="#_x0000_t75" alt="" style="position:absolute;margin-left:235.5pt;margin-top:-9.75pt;width:78pt;height:46.5pt;z-index:25182822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05F564F8">
                <v:shape id="_x0000_s1355" type="#_x0000_t75" alt="" style="position:absolute;margin-left:235.5pt;margin-top:-9.75pt;width:78pt;height:46.5pt;z-index:25182924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22F2AD4">
                <v:shape id="_x0000_s1354" type="#_x0000_t75" alt="" style="position:absolute;margin-left:235.5pt;margin-top:-9.75pt;width:78pt;height:46.5pt;z-index:25183027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568ACB59">
                <v:shape id="_x0000_s1353" type="#_x0000_t75" alt="" style="position:absolute;margin-left:235.5pt;margin-top:-9.75pt;width:78pt;height:46.5pt;z-index:25183129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5A80859">
                <v:shape id="_x0000_s1352" type="#_x0000_t75" alt="" style="position:absolute;margin-left:235.5pt;margin-top:-9.75pt;width:78pt;height:46.5pt;z-index:25183232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A551134">
                <v:shape id="_x0000_s1351" type="#_x0000_t75" alt="" style="position:absolute;margin-left:235.5pt;margin-top:-9.75pt;width:78pt;height:46.5pt;z-index:25183334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C81CDAE">
                <v:shape id="_x0000_s1350" type="#_x0000_t75" alt="" style="position:absolute;margin-left:235.5pt;margin-top:-9.75pt;width:78pt;height:46.5pt;z-index:25183436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ABC8B97">
                <v:shape id="_x0000_s1349" type="#_x0000_t75" alt="" style="position:absolute;margin-left:235.5pt;margin-top:-9.75pt;width:78pt;height:46.5pt;z-index:25183539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E43F19A">
                <v:shape id="_x0000_s1348" type="#_x0000_t75" alt="" style="position:absolute;margin-left:235.5pt;margin-top:-9.75pt;width:78pt;height:46.5pt;z-index:25183641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F98814D">
                <v:shape id="_x0000_s1347" type="#_x0000_t75" alt="" style="position:absolute;margin-left:235.5pt;margin-top:-9.75pt;width:78pt;height:46.5pt;z-index:25183744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8A55771">
                <v:shape id="_x0000_s1346" type="#_x0000_t75" alt="" style="position:absolute;margin-left:235.5pt;margin-top:-9.75pt;width:78pt;height:46.5pt;z-index:25183846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A18562D">
                <v:shape id="_x0000_s1345" type="#_x0000_t75" alt="" style="position:absolute;margin-left:235.5pt;margin-top:-9.75pt;width:78pt;height:46.5pt;z-index:25183948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2AEEB2B">
                <v:shape id="_x0000_s1344" type="#_x0000_t75" alt="" style="position:absolute;margin-left:235.5pt;margin-top:-9.75pt;width:78pt;height:46.5pt;z-index:25184051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B809CE6">
                <v:shape id="_x0000_s1343" type="#_x0000_t75" alt="" style="position:absolute;margin-left:235.5pt;margin-top:-9.75pt;width:78pt;height:58.5pt;z-index:25184153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00FF9F3">
                <v:shape id="_x0000_s1342" type="#_x0000_t75" alt="" style="position:absolute;margin-left:235.5pt;margin-top:-9.75pt;width:78pt;height:58.5pt;z-index:25184256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FF4A351">
                <v:shape id="_x0000_s1341" type="#_x0000_t75" alt="" style="position:absolute;margin-left:235.5pt;margin-top:-9.75pt;width:78pt;height:58.5pt;z-index:25184358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72A0B35">
                <v:shape id="_x0000_s1340" type="#_x0000_t75" alt="" style="position:absolute;margin-left:235.5pt;margin-top:-9.75pt;width:78pt;height:46.5pt;z-index:25184460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2FCAD3E">
                <v:shape id="_x0000_s1339" type="#_x0000_t75" alt="" style="position:absolute;margin-left:235.5pt;margin-top:-9.75pt;width:78pt;height:46.5pt;z-index:25184563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28F1E2E">
                <v:shape id="_x0000_s1338" type="#_x0000_t75" alt="" style="position:absolute;margin-left:235.5pt;margin-top:-9.75pt;width:78pt;height:46.5pt;z-index:25184665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785B1E4">
                <v:shape id="_x0000_s1337" type="#_x0000_t75" alt="" style="position:absolute;margin-left:235.5pt;margin-top:-9.75pt;width:78pt;height:58.5pt;z-index:25184768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F062FE0">
                <v:shape id="_x0000_s1336" type="#_x0000_t75" alt="" style="position:absolute;margin-left:235.5pt;margin-top:-9.75pt;width:78pt;height:58.5pt;z-index:25184870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B67791F">
                <v:shape id="_x0000_s1335" type="#_x0000_t75" alt="" style="position:absolute;margin-left:235.5pt;margin-top:-9.75pt;width:75.75pt;height:1in;z-index:251849728;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0B9E5E73">
                <v:shape id="_x0000_s1334" type="#_x0000_t75" alt="" style="position:absolute;margin-left:235.5pt;margin-top:-9.75pt;width:78pt;height:58.5pt;z-index:25185075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59A207E">
                <v:shape id="_x0000_s1333" type="#_x0000_t75" alt="" style="position:absolute;margin-left:235.5pt;margin-top:-9.75pt;width:75.75pt;height:66.75pt;z-index:251851776;visibility:hidden;mso-wrap-edited:f;mso-width-percent:0;mso-height-percent:0;mso-width-percent:0;mso-height-percent:0">
                  <v:imagedata r:id="rId14" o:title=""/>
                  <o:lock v:ext="edit" aspectratio="f"/>
                </v:shape>
              </w:pict>
            </w:r>
            <w:r>
              <w:rPr>
                <w:rFonts w:ascii="Century Gothic" w:hAnsi="Century Gothic" w:cs="Calibri"/>
                <w:b/>
                <w:bCs/>
                <w:color w:val="262626"/>
                <w:sz w:val="20"/>
                <w:szCs w:val="20"/>
              </w:rPr>
              <w:pict w14:anchorId="14DD5CE4">
                <v:shape id="_x0000_s1332" type="#_x0000_t75" alt="" style="position:absolute;margin-left:235.5pt;margin-top:-9.75pt;width:75.75pt;height:1in;z-index:251852800;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0B414583">
                <v:shape id="_x0000_s1331" type="#_x0000_t75" alt="" style="position:absolute;margin-left:235.5pt;margin-top:-9.75pt;width:78pt;height:58.5pt;z-index:25185382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62146C48">
                <v:shape id="_x0000_s1330" type="#_x0000_t75" alt="" style="position:absolute;margin-left:235.5pt;margin-top:-9.75pt;width:75.75pt;height:1in;z-index:251854848;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448B011D">
                <v:shape id="_x0000_s1329" type="#_x0000_t75" alt="" style="position:absolute;margin-left:235.5pt;margin-top:-9.75pt;width:75.75pt;height:1in;z-index:251855872;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23B69226">
                <v:shape id="_x0000_s1328" type="#_x0000_t75" alt="" style="position:absolute;margin-left:235.5pt;margin-top:-9.75pt;width:78pt;height:58.5pt;z-index:25185689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E1182C3">
                <v:shape id="_x0000_s1327" type="#_x0000_t75" alt="" style="position:absolute;margin-left:235.5pt;margin-top:-9.75pt;width:75.75pt;height:1in;z-index:251857920;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70D24D33">
                <v:shape id="_x0000_s1326" type="#_x0000_t75" alt="" style="position:absolute;margin-left:235.5pt;margin-top:-9.75pt;width:75.75pt;height:69.75pt;z-index:251858944;visibility:hidden;mso-wrap-edited:f;mso-width-percent:0;mso-height-percent:0;mso-width-percent:0;mso-height-percent:0">
                  <v:imagedata r:id="rId16" o:title=""/>
                  <o:lock v:ext="edit" aspectratio="f"/>
                </v:shape>
              </w:pict>
            </w:r>
            <w:r>
              <w:rPr>
                <w:rFonts w:ascii="Century Gothic" w:hAnsi="Century Gothic" w:cs="Calibri"/>
                <w:b/>
                <w:bCs/>
                <w:color w:val="262626"/>
                <w:sz w:val="20"/>
                <w:szCs w:val="20"/>
              </w:rPr>
              <w:pict w14:anchorId="4EE89FFA">
                <v:shape id="_x0000_s1325" type="#_x0000_t75" alt="" style="position:absolute;margin-left:235.5pt;margin-top:-9.75pt;width:78pt;height:58.5pt;z-index:25185996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D4E1CCD">
                <v:shape id="_x0000_s1324" type="#_x0000_t75" alt="" style="position:absolute;margin-left:235.5pt;margin-top:-9.75pt;width:78pt;height:58.5pt;z-index:25186099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8B3BC4A">
                <v:shape id="_x0000_s1323" type="#_x0000_t75" alt="" style="position:absolute;margin-left:235.5pt;margin-top:-9.75pt;width:78pt;height:58.5pt;z-index:25186201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24B383A">
                <v:shape id="_x0000_s1322" type="#_x0000_t75" alt="" style="position:absolute;margin-left:235.5pt;margin-top:-9.75pt;width:78pt;height:58.5pt;z-index:25186304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AB8DEA4">
                <v:shape id="_x0000_s1321" type="#_x0000_t75" alt="" style="position:absolute;margin-left:235.5pt;margin-top:-9.75pt;width:78pt;height:58.5pt;z-index:25186406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141FDAF">
                <v:shape id="_x0000_s1320" type="#_x0000_t75" alt="" style="position:absolute;margin-left:235.5pt;margin-top:-9.75pt;width:78pt;height:58.5pt;z-index:25186508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BAE270D">
                <v:shape id="_x0000_s1319" type="#_x0000_t75" alt="" style="position:absolute;margin-left:235.5pt;margin-top:-9.75pt;width:78pt;height:58.5pt;z-index:25186611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31CD698">
                <v:shape id="_x0000_s1318" type="#_x0000_t75" alt="" style="position:absolute;margin-left:235.5pt;margin-top:-9.75pt;width:78pt;height:58.5pt;z-index:25186713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46159E3">
                <v:shape id="_x0000_s1317" type="#_x0000_t75" alt="" style="position:absolute;margin-left:235.5pt;margin-top:-9.75pt;width:78pt;height:58.5pt;z-index:25186816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5C23D0B">
                <v:shape id="_x0000_s1316" type="#_x0000_t75" alt="" style="position:absolute;margin-left:235.5pt;margin-top:-9.75pt;width:78pt;height:58.5pt;z-index:25186918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7ACB846">
                <v:shape id="_x0000_s1315" type="#_x0000_t75" alt="" style="position:absolute;margin-left:235.5pt;margin-top:-9.75pt;width:78pt;height:58.5pt;z-index:25187020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82610C6">
                <v:shape id="_x0000_s1314" type="#_x0000_t75" alt="" style="position:absolute;margin-left:235.5pt;margin-top:-9.75pt;width:78pt;height:58.5pt;z-index:25187123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475E5060">
                <v:shape id="_x0000_s1313" type="#_x0000_t75" alt="" style="position:absolute;margin-left:235.5pt;margin-top:-9.75pt;width:78pt;height:58.5pt;z-index:25187225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83E418E">
                <v:shape id="_x0000_s1312" type="#_x0000_t75" alt="" style="position:absolute;margin-left:235.5pt;margin-top:-9.75pt;width:78pt;height:58.5pt;z-index:25187328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7658D6C">
                <v:shape id="_x0000_s1311" type="#_x0000_t75" alt="" style="position:absolute;margin-left:235.5pt;margin-top:-9.75pt;width:78pt;height:58.5pt;z-index:25187430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6DEF41D9">
                <v:shape id="_x0000_s1310" type="#_x0000_t75" alt="" style="position:absolute;margin-left:235.5pt;margin-top:-9.75pt;width:78pt;height:58.5pt;z-index:25187532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EBE04F7">
                <v:shape id="_x0000_s1309" type="#_x0000_t75" alt="" style="position:absolute;margin-left:235.5pt;margin-top:-9.75pt;width:78pt;height:58.5pt;z-index:25187635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AD13732">
                <v:shape id="_x0000_s1308" type="#_x0000_t75" alt="" style="position:absolute;margin-left:235.5pt;margin-top:-9.75pt;width:78pt;height:58.5pt;z-index:25187737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73F4D3C">
                <v:shape id="_x0000_s1307" type="#_x0000_t75" alt="" style="position:absolute;margin-left:235.5pt;margin-top:-9.75pt;width:78pt;height:58.5pt;z-index:251878400;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1282C8FF">
                <v:shape id="_x0000_s1306" type="#_x0000_t75" alt="" style="position:absolute;margin-left:235.5pt;margin-top:-9.75pt;width:78pt;height:58.5pt;z-index:25187942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E659C14">
                <v:shape id="_x0000_s1305" type="#_x0000_t75" alt="" style="position:absolute;margin-left:235.5pt;margin-top:-9.75pt;width:78pt;height:58.5pt;z-index:25188044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5B218301">
                <v:shape id="_x0000_s1304" type="#_x0000_t75" alt="" style="position:absolute;margin-left:235.5pt;margin-top:-9.75pt;width:78pt;height:58.5pt;z-index:25188147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2FABB21A">
                <v:shape id="_x0000_s1303" type="#_x0000_t75" alt="" style="position:absolute;margin-left:235.5pt;margin-top:-9.75pt;width:78pt;height:58.5pt;z-index:251882496;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68DC6922">
                <v:shape id="_x0000_s1302" type="#_x0000_t75" alt="" style="position:absolute;margin-left:235.5pt;margin-top:-9.75pt;width:78pt;height:46.5pt;z-index:25188352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ABA2773">
                <v:shape id="_x0000_s1301" type="#_x0000_t75" alt="" style="position:absolute;margin-left:235.5pt;margin-top:-9.75pt;width:78pt;height:46.5pt;z-index:25188454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0288486A">
                <v:shape id="_x0000_s1300" type="#_x0000_t75" alt="" style="position:absolute;margin-left:235.5pt;margin-top:-9.75pt;width:78pt;height:46.5pt;z-index:25188556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14EB19F">
                <v:shape id="_x0000_s1299" type="#_x0000_t75" alt="" style="position:absolute;margin-left:235.5pt;margin-top:-9.75pt;width:78pt;height:46.5pt;z-index:25188659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0300F390">
                <v:shape id="_x0000_s1298" type="#_x0000_t75" alt="" style="position:absolute;margin-left:235.5pt;margin-top:-9.75pt;width:78pt;height:46.5pt;z-index:25188761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568C9AC7">
                <v:shape id="_x0000_s1297" type="#_x0000_t75" alt="" style="position:absolute;margin-left:235.5pt;margin-top:-9.75pt;width:78pt;height:46.5pt;z-index:25188864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B1A985D">
                <v:shape id="_x0000_s1296" type="#_x0000_t75" alt="" style="position:absolute;margin-left:235.5pt;margin-top:-9.75pt;width:78pt;height:46.5pt;z-index:25188966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65410FB">
                <v:shape id="_x0000_s1295" type="#_x0000_t75" alt="" style="position:absolute;margin-left:235.5pt;margin-top:-9.75pt;width:78pt;height:46.5pt;z-index:25189068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121C6E4A">
                <v:shape id="_x0000_s1294" type="#_x0000_t75" alt="" style="position:absolute;margin-left:235.5pt;margin-top:-9.75pt;width:78pt;height:46.5pt;z-index:25189171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7BFBF28">
                <v:shape id="_x0000_s1293" type="#_x0000_t75" alt="" style="position:absolute;margin-left:235.5pt;margin-top:-9.75pt;width:78pt;height:46.5pt;z-index:25189273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2155D2A">
                <v:shape id="_x0000_s1292" type="#_x0000_t75" alt="" style="position:absolute;margin-left:235.5pt;margin-top:-9.75pt;width:78pt;height:46.5pt;z-index:25189376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8A3E2DB">
                <v:shape id="_x0000_s1291" type="#_x0000_t75" alt="" style="position:absolute;margin-left:235.5pt;margin-top:-9.75pt;width:78pt;height:46.5pt;z-index:25189478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5242DA27">
                <v:shape id="_x0000_s1290" type="#_x0000_t75" alt="" style="position:absolute;margin-left:235.5pt;margin-top:-9.75pt;width:78pt;height:46.5pt;z-index:25189580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9B7E7E7">
                <v:shape id="_x0000_s1289" type="#_x0000_t75" alt="" style="position:absolute;margin-left:235.5pt;margin-top:-9.75pt;width:78pt;height:46.5pt;z-index:25189683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F486BAC">
                <v:shape id="_x0000_s1288" type="#_x0000_t75" alt="" style="position:absolute;margin-left:235.5pt;margin-top:-9.75pt;width:78pt;height:46.5pt;z-index:25189785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8578EC3">
                <v:shape id="_x0000_s1287" type="#_x0000_t75" alt="" style="position:absolute;margin-left:235.5pt;margin-top:-9.75pt;width:78pt;height:46.5pt;z-index:25189888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420C8A2F">
                <v:shape id="_x0000_s1286" type="#_x0000_t75" alt="" style="position:absolute;margin-left:235.5pt;margin-top:-9.75pt;width:78pt;height:46.5pt;z-index:25189990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61E0184">
                <v:shape id="_x0000_s1285" type="#_x0000_t75" alt="" style="position:absolute;margin-left:235.5pt;margin-top:-9.75pt;width:78pt;height:46.5pt;z-index:251900928;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82D19FD">
                <v:shape id="_x0000_s1284" type="#_x0000_t75" alt="" style="position:absolute;margin-left:235.5pt;margin-top:-9.75pt;width:78pt;height:46.5pt;z-index:251901952;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54AF49F">
                <v:shape id="_x0000_s1283" type="#_x0000_t75" alt="" style="position:absolute;margin-left:235.5pt;margin-top:-9.75pt;width:78pt;height:46.5pt;z-index:25190297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57975F63">
                <v:shape id="_x0000_s1282" type="#_x0000_t75" alt="" style="position:absolute;margin-left:235.5pt;margin-top:-9.75pt;width:78pt;height:46.5pt;z-index:25190400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65333AE5">
                <v:shape id="_x0000_s1281" type="#_x0000_t75" alt="" style="position:absolute;margin-left:235.5pt;margin-top:-9.75pt;width:78pt;height:58.5pt;z-index:251905024;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9674C8A">
                <v:shape id="_x0000_s1280" type="#_x0000_t75" alt="" style="position:absolute;margin-left:235.5pt;margin-top:-9.75pt;width:78pt;height:58.5pt;z-index:25190604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AF032D0">
                <v:shape id="_x0000_s1279" type="#_x0000_t75" alt="" style="position:absolute;margin-left:235.5pt;margin-top:-9.75pt;width:78pt;height:58.5pt;z-index:25190707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3BD9FF99">
                <v:shape id="_x0000_s1278" type="#_x0000_t75" alt="" style="position:absolute;margin-left:235.5pt;margin-top:-9.75pt;width:78pt;height:46.5pt;z-index:251908096;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352F669A">
                <v:shape id="_x0000_s1277" type="#_x0000_t75" alt="" style="position:absolute;margin-left:235.5pt;margin-top:-9.75pt;width:78pt;height:46.5pt;z-index:251909120;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767FE980">
                <v:shape id="_x0000_s1276" type="#_x0000_t75" alt="" style="position:absolute;margin-left:235.5pt;margin-top:-9.75pt;width:78pt;height:46.5pt;z-index:251910144;visibility:hidden;mso-wrap-edited:f;mso-width-percent:0;mso-height-percent:0;mso-width-percent:0;mso-height-percent:0">
                  <v:imagedata r:id="rId17" o:title=""/>
                  <o:lock v:ext="edit" aspectratio="f"/>
                </v:shape>
              </w:pict>
            </w:r>
            <w:r>
              <w:rPr>
                <w:rFonts w:ascii="Century Gothic" w:hAnsi="Century Gothic" w:cs="Calibri"/>
                <w:b/>
                <w:bCs/>
                <w:color w:val="262626"/>
                <w:sz w:val="20"/>
                <w:szCs w:val="20"/>
              </w:rPr>
              <w:pict w14:anchorId="242DBF40">
                <v:shape id="_x0000_s1275" type="#_x0000_t75" alt="" style="position:absolute;margin-left:235.5pt;margin-top:-9.75pt;width:78pt;height:58.5pt;z-index:251911168;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0A0EB586">
                <v:shape id="_x0000_s1274" type="#_x0000_t75" alt="" style="position:absolute;margin-left:235.5pt;margin-top:-9.75pt;width:78pt;height:58.5pt;z-index:251912192;visibility:hidden;mso-wrap-edited:f;mso-width-percent:0;mso-height-percent:0;mso-width-percent:0;mso-height-percent:0">
                  <v:imagedata r:id="rId13" o:title=""/>
                  <o:lock v:ext="edit" aspectratio="f"/>
                </v:shape>
              </w:pict>
            </w:r>
            <w:r>
              <w:rPr>
                <w:rFonts w:ascii="Century Gothic" w:hAnsi="Century Gothic" w:cs="Calibri"/>
                <w:b/>
                <w:bCs/>
                <w:color w:val="262626"/>
                <w:sz w:val="20"/>
                <w:szCs w:val="20"/>
              </w:rPr>
              <w:pict w14:anchorId="71567CCA">
                <v:shape id="_x0000_s1273" type="#_x0000_t75" alt="" style="position:absolute;margin-left:235.5pt;margin-top:0;width:75.75pt;height:1in;z-index:251913216;visibility:hidden;mso-wrap-edited:f;mso-width-percent:0;mso-height-percent:0;mso-width-percent:0;mso-height-percent:0">
                  <v:imagedata r:id="rId18" o:title=""/>
                  <o:lock v:ext="edit" aspectratio="f"/>
                </v:shape>
              </w:pict>
            </w:r>
            <w:r>
              <w:rPr>
                <w:rFonts w:ascii="Century Gothic" w:hAnsi="Century Gothic" w:cs="Calibri"/>
                <w:b/>
                <w:bCs/>
                <w:color w:val="262626"/>
                <w:sz w:val="20"/>
                <w:szCs w:val="20"/>
              </w:rPr>
              <w:pict w14:anchorId="1DFE4A8B">
                <v:shape id="_x0000_s1272" type="#_x0000_t75" alt="" style="position:absolute;margin-left:235.5pt;margin-top:0;width:77.25pt;height:59.25pt;z-index:251914240;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3F7E8565">
                <v:shape id="_x0000_s1271" type="#_x0000_t75" alt="" style="position:absolute;margin-left:235.5pt;margin-top:0;width:75.75pt;height:67.5pt;z-index:251915264;visibility:hidden;mso-wrap-edited:f;mso-width-percent:0;mso-height-percent:0;mso-width-percent:0;mso-height-percent:0">
                  <v:imagedata r:id="rId20" o:title=""/>
                  <o:lock v:ext="edit" aspectratio="f"/>
                </v:shape>
              </w:pict>
            </w:r>
            <w:r>
              <w:rPr>
                <w:rFonts w:ascii="Century Gothic" w:hAnsi="Century Gothic" w:cs="Calibri"/>
                <w:b/>
                <w:bCs/>
                <w:color w:val="262626"/>
                <w:sz w:val="20"/>
                <w:szCs w:val="20"/>
              </w:rPr>
              <w:pict w14:anchorId="73D057CB">
                <v:shape id="_x0000_s1270" type="#_x0000_t75" alt="" style="position:absolute;margin-left:235.5pt;margin-top:0;width:75.75pt;height:1in;z-index:251916288;visibility:hidden;mso-wrap-edited:f;mso-width-percent:0;mso-height-percent:0;mso-width-percent:0;mso-height-percent:0">
                  <v:imagedata r:id="rId18" o:title=""/>
                  <o:lock v:ext="edit" aspectratio="f"/>
                </v:shape>
              </w:pict>
            </w:r>
            <w:r>
              <w:rPr>
                <w:rFonts w:ascii="Century Gothic" w:hAnsi="Century Gothic" w:cs="Calibri"/>
                <w:b/>
                <w:bCs/>
                <w:color w:val="262626"/>
                <w:sz w:val="20"/>
                <w:szCs w:val="20"/>
              </w:rPr>
              <w:pict w14:anchorId="1AC4FA5D">
                <v:shape id="_x0000_s1269" type="#_x0000_t75" alt="" style="position:absolute;margin-left:235.5pt;margin-top:0;width:77.25pt;height:59.25pt;z-index:251917312;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11C57FC1">
                <v:shape id="_x0000_s1268" type="#_x0000_t75" alt="" style="position:absolute;margin-left:235.5pt;margin-top:0;width:75.75pt;height:1in;z-index:251918336;visibility:hidden;mso-wrap-edited:f;mso-width-percent:0;mso-height-percent:0;mso-width-percent:0;mso-height-percent:0">
                  <v:imagedata r:id="rId21" o:title=""/>
                  <o:lock v:ext="edit" aspectratio="f"/>
                </v:shape>
              </w:pict>
            </w:r>
            <w:r>
              <w:rPr>
                <w:rFonts w:ascii="Century Gothic" w:hAnsi="Century Gothic" w:cs="Calibri"/>
                <w:b/>
                <w:bCs/>
                <w:color w:val="262626"/>
                <w:sz w:val="20"/>
                <w:szCs w:val="20"/>
              </w:rPr>
              <w:pict w14:anchorId="60C2CAE8">
                <v:shape id="_x0000_s1267" type="#_x0000_t75" alt="" style="position:absolute;margin-left:235.5pt;margin-top:0;width:75.75pt;height:1in;z-index:251919360;visibility:hidden;mso-wrap-edited:f;mso-width-percent:0;mso-height-percent:0;mso-width-percent:0;mso-height-percent:0">
                  <v:imagedata r:id="rId18" o:title=""/>
                  <o:lock v:ext="edit" aspectratio="f"/>
                </v:shape>
              </w:pict>
            </w:r>
            <w:r>
              <w:rPr>
                <w:rFonts w:ascii="Century Gothic" w:hAnsi="Century Gothic" w:cs="Calibri"/>
                <w:b/>
                <w:bCs/>
                <w:color w:val="262626"/>
                <w:sz w:val="20"/>
                <w:szCs w:val="20"/>
              </w:rPr>
              <w:pict w14:anchorId="2BEEFE2C">
                <v:shape id="_x0000_s1266" type="#_x0000_t75" alt="" style="position:absolute;margin-left:235.5pt;margin-top:0;width:77.25pt;height:59.25pt;z-index:251920384;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0A99BA4D">
                <v:shape id="_x0000_s1265" type="#_x0000_t75" alt="" style="position:absolute;margin-left:235.5pt;margin-top:0;width:75.75pt;height:1in;z-index:251921408;visibility:hidden;mso-wrap-edited:f;mso-width-percent:0;mso-height-percent:0;mso-width-percent:0;mso-height-percent:0">
                  <v:imagedata r:id="rId21" o:title=""/>
                  <o:lock v:ext="edit" aspectratio="f"/>
                </v:shape>
              </w:pict>
            </w:r>
            <w:r>
              <w:rPr>
                <w:rFonts w:ascii="Century Gothic" w:hAnsi="Century Gothic" w:cs="Calibri"/>
                <w:b/>
                <w:bCs/>
                <w:color w:val="262626"/>
                <w:sz w:val="20"/>
                <w:szCs w:val="20"/>
              </w:rPr>
              <w:pict w14:anchorId="468CC70E">
                <v:shape id="_x0000_s1264" type="#_x0000_t75" alt="" style="position:absolute;margin-left:235.5pt;margin-top:0;width:75.75pt;height:70.5pt;z-index:251922432;visibility:hidden;mso-wrap-edited:f;mso-width-percent:0;mso-height-percent:0;mso-width-percent:0;mso-height-percent:0">
                  <v:imagedata r:id="rId22" o:title=""/>
                  <o:lock v:ext="edit" aspectratio="f"/>
                </v:shape>
              </w:pict>
            </w:r>
            <w:r>
              <w:rPr>
                <w:rFonts w:ascii="Century Gothic" w:hAnsi="Century Gothic" w:cs="Calibri"/>
                <w:b/>
                <w:bCs/>
                <w:color w:val="262626"/>
                <w:sz w:val="20"/>
                <w:szCs w:val="20"/>
              </w:rPr>
              <w:pict w14:anchorId="21BD4EF0">
                <v:shape id="_x0000_s1263" type="#_x0000_t75" alt="" style="position:absolute;margin-left:235.5pt;margin-top:0;width:77.25pt;height:59.25pt;z-index:251923456;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768A0169">
                <v:shape id="_x0000_s1262" type="#_x0000_t75" alt="" style="position:absolute;margin-left:235.5pt;margin-top:0;width:77.25pt;height:59.25pt;z-index:251924480;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27650A23">
                <v:shape id="_x0000_s1261" type="#_x0000_t75" alt="" style="position:absolute;margin-left:235.5pt;margin-top:0;width:77.25pt;height:59.25pt;z-index:251925504;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6A42B741">
                <v:shape id="_x0000_s1260" type="#_x0000_t75" alt="" style="position:absolute;margin-left:235.5pt;margin-top:0;width:77.25pt;height:59.25pt;z-index:251926528;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1C7D30F3">
                <v:shape id="_x0000_s1259" type="#_x0000_t75" alt="" style="position:absolute;margin-left:235.5pt;margin-top:0;width:77.25pt;height:59.25pt;z-index:251927552;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09CBA92E">
                <v:shape id="_x0000_s1258" type="#_x0000_t75" alt="" style="position:absolute;margin-left:235.5pt;margin-top:0;width:77.25pt;height:59.25pt;z-index:251928576;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65260773">
                <v:shape id="_x0000_s1257" type="#_x0000_t75" alt="" style="position:absolute;margin-left:235.5pt;margin-top:0;width:77.25pt;height:59.25pt;z-index:251929600;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7EF8BA63">
                <v:shape id="_x0000_s1256" type="#_x0000_t75" alt="" style="position:absolute;margin-left:235.5pt;margin-top:0;width:77.25pt;height:59.25pt;z-index:251930624;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27137296">
                <v:shape id="_x0000_s1255" type="#_x0000_t75" alt="" style="position:absolute;margin-left:235.5pt;margin-top:0;width:77.25pt;height:59.25pt;z-index:251931648;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301F9978">
                <v:shape id="_x0000_s1254" type="#_x0000_t75" alt="" style="position:absolute;margin-left:235.5pt;margin-top:0;width:77.25pt;height:59.25pt;z-index:251932672;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474F542E">
                <v:shape id="_x0000_s1253" type="#_x0000_t75" alt="" style="position:absolute;margin-left:235.5pt;margin-top:0;width:77.25pt;height:59.25pt;z-index:251933696;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495D3C68">
                <v:shape id="_x0000_s1252" type="#_x0000_t75" alt="" style="position:absolute;margin-left:235.5pt;margin-top:0;width:77.25pt;height:59.25pt;z-index:251934720;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18E33780">
                <v:shape id="_x0000_s1251" type="#_x0000_t75" alt="" style="position:absolute;margin-left:235.5pt;margin-top:0;width:77.25pt;height:59.25pt;z-index:251935744;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5FD4FB8B">
                <v:shape id="_x0000_s1250" type="#_x0000_t75" alt="" style="position:absolute;margin-left:235.5pt;margin-top:0;width:77.25pt;height:59.25pt;z-index:251936768;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08C2FFBB">
                <v:shape id="_x0000_s1249" type="#_x0000_t75" alt="" style="position:absolute;margin-left:235.5pt;margin-top:0;width:77.25pt;height:59.25pt;z-index:251937792;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3BD9628E">
                <v:shape id="_x0000_s1248" type="#_x0000_t75" alt="" style="position:absolute;margin-left:235.5pt;margin-top:0;width:77.25pt;height:59.25pt;z-index:251938816;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1DA6AF37">
                <v:shape id="_x0000_s1247" type="#_x0000_t75" alt="" style="position:absolute;margin-left:235.5pt;margin-top:0;width:77.25pt;height:59.25pt;z-index:251939840;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1E9C8B5A">
                <v:shape id="_x0000_s1246" type="#_x0000_t75" alt="" style="position:absolute;margin-left:235.5pt;margin-top:0;width:77.25pt;height:59.25pt;z-index:251940864;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769AC246">
                <v:shape id="_x0000_s1245" type="#_x0000_t75" alt="" style="position:absolute;margin-left:235.5pt;margin-top:0;width:77.25pt;height:59.25pt;z-index:251941888;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2A1BFBAE">
                <v:shape id="_x0000_s1244" type="#_x0000_t75" alt="" style="position:absolute;margin-left:235.5pt;margin-top:0;width:77.25pt;height:59.25pt;z-index:251942912;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0E930C9E">
                <v:shape id="_x0000_s1243" type="#_x0000_t75" alt="" style="position:absolute;margin-left:235.5pt;margin-top:0;width:77.25pt;height:59.25pt;z-index:251943936;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3A57CB09">
                <v:shape id="_x0000_s1242" type="#_x0000_t75" alt="" style="position:absolute;margin-left:235.5pt;margin-top:0;width:77.25pt;height:59.25pt;z-index:251944960;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5514F69A">
                <v:shape id="_x0000_s1241" type="#_x0000_t75" alt="" style="position:absolute;margin-left:235.5pt;margin-top:0;width:77.25pt;height:59.25pt;z-index:251945984;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20456616">
                <v:shape id="_x0000_s1240" type="#_x0000_t75" alt="" style="position:absolute;margin-left:235.5pt;margin-top:0;width:77.25pt;height:47.25pt;z-index:251947008;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216A224D">
                <v:shape id="_x0000_s1239" type="#_x0000_t75" alt="" style="position:absolute;margin-left:235.5pt;margin-top:0;width:77.25pt;height:47.25pt;z-index:251948032;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7FB2A24F">
                <v:shape id="_x0000_s1238" type="#_x0000_t75" alt="" style="position:absolute;margin-left:235.5pt;margin-top:0;width:77.25pt;height:47.25pt;z-index:251949056;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0309B5B3">
                <v:shape id="_x0000_s1237" type="#_x0000_t75" alt="" style="position:absolute;margin-left:235.5pt;margin-top:0;width:77.25pt;height:47.25pt;z-index:251950080;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268C5764">
                <v:shape id="_x0000_s1236" type="#_x0000_t75" alt="" style="position:absolute;margin-left:235.5pt;margin-top:0;width:77.25pt;height:47.25pt;z-index:251951104;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7101561E">
                <v:shape id="_x0000_s1235" type="#_x0000_t75" alt="" style="position:absolute;margin-left:235.5pt;margin-top:0;width:77.25pt;height:47.25pt;z-index:251952128;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5B51B5FB">
                <v:shape id="_x0000_s1234" type="#_x0000_t75" alt="" style="position:absolute;margin-left:235.5pt;margin-top:0;width:77.25pt;height:47.25pt;z-index:251953152;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68BF4C67">
                <v:shape id="_x0000_s1233" type="#_x0000_t75" alt="" style="position:absolute;margin-left:235.5pt;margin-top:0;width:77.25pt;height:47.25pt;z-index:251954176;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0DE2ECAE">
                <v:shape id="_x0000_s1232" type="#_x0000_t75" alt="" style="position:absolute;margin-left:235.5pt;margin-top:0;width:77.25pt;height:47.25pt;z-index:251955200;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559E79D8">
                <v:shape id="_x0000_s1231" type="#_x0000_t75" alt="" style="position:absolute;margin-left:235.5pt;margin-top:0;width:77.25pt;height:47.25pt;z-index:251956224;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3BB53ADF">
                <v:shape id="_x0000_s1230" type="#_x0000_t75" alt="" style="position:absolute;margin-left:235.5pt;margin-top:0;width:77.25pt;height:47.25pt;z-index:251957248;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32A049F7">
                <v:shape id="_x0000_s1229" type="#_x0000_t75" alt="" style="position:absolute;margin-left:235.5pt;margin-top:0;width:77.25pt;height:47.25pt;z-index:251958272;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4A42511C">
                <v:shape id="_x0000_s1228" type="#_x0000_t75" alt="" style="position:absolute;margin-left:235.5pt;margin-top:0;width:77.25pt;height:47.25pt;z-index:251959296;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6D2E8AD7">
                <v:shape id="_x0000_s1227" type="#_x0000_t75" alt="" style="position:absolute;margin-left:235.5pt;margin-top:0;width:77.25pt;height:47.25pt;z-index:251960320;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2D915AFC">
                <v:shape id="_x0000_s1226" type="#_x0000_t75" alt="" style="position:absolute;margin-left:235.5pt;margin-top:0;width:77.25pt;height:47.25pt;z-index:251961344;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3C5C3935">
                <v:shape id="_x0000_s1225" type="#_x0000_t75" alt="" style="position:absolute;margin-left:235.5pt;margin-top:0;width:77.25pt;height:47.25pt;z-index:251962368;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390B80EB">
                <v:shape id="_x0000_s1224" type="#_x0000_t75" alt="" style="position:absolute;margin-left:235.5pt;margin-top:0;width:77.25pt;height:47.25pt;z-index:251963392;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095D88F9">
                <v:shape id="_x0000_s1223" type="#_x0000_t75" alt="" style="position:absolute;margin-left:235.5pt;margin-top:0;width:77.25pt;height:47.25pt;z-index:251964416;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645C6483">
                <v:shape id="_x0000_s1222" type="#_x0000_t75" alt="" style="position:absolute;margin-left:235.5pt;margin-top:0;width:77.25pt;height:47.25pt;z-index:251965440;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4788EE4D">
                <v:shape id="_x0000_s1221" type="#_x0000_t75" alt="" style="position:absolute;margin-left:235.5pt;margin-top:0;width:77.25pt;height:47.25pt;z-index:251966464;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6B2ACB59">
                <v:shape id="_x0000_s1220" type="#_x0000_t75" alt="" style="position:absolute;margin-left:235.5pt;margin-top:0;width:77.25pt;height:47.25pt;z-index:251967488;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63C80B31">
                <v:shape id="_x0000_s1219" type="#_x0000_t75" alt="" style="position:absolute;margin-left:235.5pt;margin-top:0;width:77.25pt;height:59.25pt;z-index:251968512;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0C624C5E">
                <v:shape id="_x0000_s1218" type="#_x0000_t75" alt="" style="position:absolute;margin-left:235.5pt;margin-top:0;width:77.25pt;height:59.25pt;z-index:251969536;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32186567">
                <v:shape id="_x0000_s1217" type="#_x0000_t75" alt="" style="position:absolute;margin-left:235.5pt;margin-top:0;width:77.25pt;height:59.25pt;z-index:251970560;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6CF6DD2F">
                <v:shape id="_x0000_s1216" type="#_x0000_t75" alt="" style="position:absolute;margin-left:235.5pt;margin-top:0;width:77.25pt;height:47.25pt;z-index:251971584;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559039D3">
                <v:shape id="_x0000_s1215" type="#_x0000_t75" alt="" style="position:absolute;margin-left:235.5pt;margin-top:0;width:77.25pt;height:47.25pt;z-index:251972608;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19074745">
                <v:shape id="_x0000_s1214" type="#_x0000_t75" alt="" style="position:absolute;margin-left:235.5pt;margin-top:0;width:77.25pt;height:47.25pt;z-index:251973632;visibility:hidden;mso-wrap-edited:f;mso-width-percent:0;mso-height-percent:0;mso-width-percent:0;mso-height-percent:0">
                  <v:imagedata r:id="rId23" o:title=""/>
                  <o:lock v:ext="edit" aspectratio="f"/>
                </v:shape>
              </w:pict>
            </w:r>
            <w:r>
              <w:rPr>
                <w:rFonts w:ascii="Century Gothic" w:hAnsi="Century Gothic" w:cs="Calibri"/>
                <w:b/>
                <w:bCs/>
                <w:color w:val="262626"/>
                <w:sz w:val="20"/>
                <w:szCs w:val="20"/>
              </w:rPr>
              <w:pict w14:anchorId="4745DFF5">
                <v:shape id="_x0000_s1213" type="#_x0000_t75" alt="" style="position:absolute;margin-left:235.5pt;margin-top:0;width:77.25pt;height:59.25pt;z-index:251974656;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5EAD9531">
                <v:shape id="_x0000_s1212" type="#_x0000_t75" alt="" style="position:absolute;margin-left:235.5pt;margin-top:0;width:77.25pt;height:59.25pt;z-index:251975680;visibility:hidden;mso-wrap-edited:f;mso-width-percent:0;mso-height-percent:0;mso-width-percent:0;mso-height-percent:0">
                  <v:imagedata r:id="rId19" o:title=""/>
                  <o:lock v:ext="edit" aspectratio="f"/>
                </v:shape>
              </w:pict>
            </w:r>
            <w:r>
              <w:rPr>
                <w:rFonts w:ascii="Century Gothic" w:hAnsi="Century Gothic" w:cs="Calibri"/>
                <w:b/>
                <w:bCs/>
                <w:color w:val="262626"/>
                <w:sz w:val="20"/>
                <w:szCs w:val="20"/>
              </w:rPr>
              <w:pict w14:anchorId="444154D0">
                <v:shape id="_x0000_s1211" type="#_x0000_t75" alt="" style="position:absolute;margin-left:235.5pt;margin-top:0;width:75.75pt;height:1in;z-index:251976704;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195F8B81">
                <v:shape id="_x0000_s1210" type="#_x0000_t75" alt="" style="position:absolute;margin-left:235.5pt;margin-top:0;width:78pt;height:59.25pt;z-index:25197772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1778279">
                <v:shape id="_x0000_s1209" type="#_x0000_t75" alt="" style="position:absolute;margin-left:235.5pt;margin-top:0;width:75.75pt;height:66.75pt;z-index:251978752;visibility:hidden;mso-wrap-edited:f;mso-width-percent:0;mso-height-percent:0;mso-width-percent:0;mso-height-percent:0">
                  <v:imagedata r:id="rId25" o:title=""/>
                  <o:lock v:ext="edit" aspectratio="f"/>
                </v:shape>
              </w:pict>
            </w:r>
            <w:r>
              <w:rPr>
                <w:rFonts w:ascii="Century Gothic" w:hAnsi="Century Gothic" w:cs="Calibri"/>
                <w:b/>
                <w:bCs/>
                <w:color w:val="262626"/>
                <w:sz w:val="20"/>
                <w:szCs w:val="20"/>
              </w:rPr>
              <w:pict w14:anchorId="60D50EAF">
                <v:shape id="_x0000_s1208" type="#_x0000_t75" alt="" style="position:absolute;margin-left:235.5pt;margin-top:0;width:75.75pt;height:1in;z-index:251979776;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68A1284A">
                <v:shape id="_x0000_s1207" type="#_x0000_t75" alt="" style="position:absolute;margin-left:235.5pt;margin-top:0;width:78pt;height:59.25pt;z-index:25198080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9938696">
                <v:shape id="_x0000_s1206" type="#_x0000_t75" alt="" style="position:absolute;margin-left:235.5pt;margin-top:0;width:75.75pt;height:1in;z-index:251981824;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7B9EEAF3">
                <v:shape id="_x0000_s1205" type="#_x0000_t75" alt="" style="position:absolute;margin-left:235.5pt;margin-top:0;width:75.75pt;height:1in;z-index:251982848;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1AA870E7">
                <v:shape id="_x0000_s1204" type="#_x0000_t75" alt="" style="position:absolute;margin-left:235.5pt;margin-top:0;width:78pt;height:59.25pt;z-index:25198387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B0014E0">
                <v:shape id="_x0000_s1203" type="#_x0000_t75" alt="" style="position:absolute;margin-left:235.5pt;margin-top:0;width:75.75pt;height:1in;z-index:251984896;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5D2DAFBD">
                <v:shape id="_x0000_s1202" type="#_x0000_t75" alt="" style="position:absolute;margin-left:235.5pt;margin-top:0;width:75.75pt;height:70.5pt;z-index:251985920;visibility:hidden;mso-wrap-edited:f;mso-width-percent:0;mso-height-percent:0;mso-width-percent:0;mso-height-percent:0">
                  <v:imagedata r:id="rId26" o:title=""/>
                  <o:lock v:ext="edit" aspectratio="f"/>
                </v:shape>
              </w:pict>
            </w:r>
            <w:r>
              <w:rPr>
                <w:rFonts w:ascii="Century Gothic" w:hAnsi="Century Gothic" w:cs="Calibri"/>
                <w:b/>
                <w:bCs/>
                <w:color w:val="262626"/>
                <w:sz w:val="20"/>
                <w:szCs w:val="20"/>
              </w:rPr>
              <w:pict w14:anchorId="3CBBC1BF">
                <v:shape id="_x0000_s1201" type="#_x0000_t75" alt="" style="position:absolute;margin-left:235.5pt;margin-top:0;width:78pt;height:59.25pt;z-index:25198694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A049F4C">
                <v:shape id="_x0000_s1200" type="#_x0000_t75" alt="" style="position:absolute;margin-left:235.5pt;margin-top:0;width:78pt;height:59.25pt;z-index:25198796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E5FD117">
                <v:shape id="_x0000_s1199" type="#_x0000_t75" alt="" style="position:absolute;margin-left:235.5pt;margin-top:0;width:78pt;height:59.25pt;z-index:25198899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CE55F2E">
                <v:shape id="_x0000_s1198" type="#_x0000_t75" alt="" style="position:absolute;margin-left:235.5pt;margin-top:0;width:78pt;height:59.25pt;z-index:25199001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3681636B">
                <v:shape id="_x0000_s1197" type="#_x0000_t75" alt="" style="position:absolute;margin-left:235.5pt;margin-top:0;width:78pt;height:59.25pt;z-index:25199104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CCFD584">
                <v:shape id="_x0000_s1196" type="#_x0000_t75" alt="" style="position:absolute;margin-left:235.5pt;margin-top:0;width:78pt;height:59.25pt;z-index:25199206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C3EF407">
                <v:shape id="_x0000_s1195" type="#_x0000_t75" alt="" style="position:absolute;margin-left:235.5pt;margin-top:0;width:78pt;height:59.25pt;z-index:25199308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624B0E5">
                <v:shape id="_x0000_s1194" type="#_x0000_t75" alt="" style="position:absolute;margin-left:235.5pt;margin-top:0;width:78pt;height:59.25pt;z-index:25199411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8A320E1">
                <v:shape id="_x0000_s1193" type="#_x0000_t75" alt="" style="position:absolute;margin-left:235.5pt;margin-top:0;width:78pt;height:59.25pt;z-index:25199513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531097D">
                <v:shape id="_x0000_s1192" type="#_x0000_t75" alt="" style="position:absolute;margin-left:235.5pt;margin-top:0;width:78pt;height:59.25pt;z-index:25199616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545F1A0">
                <v:shape id="_x0000_s1191" type="#_x0000_t75" alt="" style="position:absolute;margin-left:235.5pt;margin-top:0;width:78pt;height:59.25pt;z-index:25199718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75372A6">
                <v:shape id="_x0000_s1190" type="#_x0000_t75" alt="" style="position:absolute;margin-left:235.5pt;margin-top:0;width:78pt;height:59.25pt;z-index:25199820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76216F4">
                <v:shape id="_x0000_s1189" type="#_x0000_t75" alt="" style="position:absolute;margin-left:235.5pt;margin-top:0;width:78pt;height:59.25pt;z-index:25199923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91787E1">
                <v:shape id="_x0000_s1188" type="#_x0000_t75" alt="" style="position:absolute;margin-left:235.5pt;margin-top:0;width:78pt;height:59.25pt;z-index:25200025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6C47251">
                <v:shape id="_x0000_s1187" type="#_x0000_t75" alt="" style="position:absolute;margin-left:235.5pt;margin-top:0;width:78pt;height:59.25pt;z-index:25200128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9627461">
                <v:shape id="_x0000_s1186" type="#_x0000_t75" alt="" style="position:absolute;margin-left:235.5pt;margin-top:0;width:78pt;height:59.25pt;z-index:25200230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11776BE">
                <v:shape id="_x0000_s1185" type="#_x0000_t75" alt="" style="position:absolute;margin-left:235.5pt;margin-top:0;width:78pt;height:59.25pt;z-index:25200332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C333822">
                <v:shape id="_x0000_s1184" type="#_x0000_t75" alt="" style="position:absolute;margin-left:235.5pt;margin-top:0;width:78pt;height:59.25pt;z-index:25200435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3FD336A">
                <v:shape id="_x0000_s1183" type="#_x0000_t75" alt="" style="position:absolute;margin-left:235.5pt;margin-top:0;width:78pt;height:59.25pt;z-index:25200537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3AA32C9">
                <v:shape id="_x0000_s1182" type="#_x0000_t75" alt="" style="position:absolute;margin-left:235.5pt;margin-top:0;width:78pt;height:59.25pt;z-index:25200640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36B3B97">
                <v:shape id="_x0000_s1181" type="#_x0000_t75" alt="" style="position:absolute;margin-left:235.5pt;margin-top:0;width:78pt;height:59.25pt;z-index:25200742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3D9B8EB">
                <v:shape id="_x0000_s1180" type="#_x0000_t75" alt="" style="position:absolute;margin-left:235.5pt;margin-top:0;width:78pt;height:59.25pt;z-index:25200844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297D787">
                <v:shape id="_x0000_s1179" type="#_x0000_t75" alt="" style="position:absolute;margin-left:235.5pt;margin-top:0;width:78pt;height:59.25pt;z-index:25200947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36342CD0">
                <v:shape id="_x0000_s1178" type="#_x0000_t75" alt="" style="position:absolute;margin-left:235.5pt;margin-top:0;width:78pt;height:47.25pt;z-index:25201049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AA7E814">
                <v:shape id="_x0000_s1177" type="#_x0000_t75" alt="" style="position:absolute;margin-left:235.5pt;margin-top:0;width:78pt;height:47.25pt;z-index:25201152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67F09CD">
                <v:shape id="_x0000_s1176" type="#_x0000_t75" alt="" style="position:absolute;margin-left:235.5pt;margin-top:0;width:78pt;height:47.25pt;z-index:25201254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2A7E2B4">
                <v:shape id="_x0000_s1175" type="#_x0000_t75" alt="" style="position:absolute;margin-left:235.5pt;margin-top:0;width:78pt;height:47.25pt;z-index:25201356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DB0D613">
                <v:shape id="_x0000_s1174" type="#_x0000_t75" alt="" style="position:absolute;margin-left:235.5pt;margin-top:0;width:78pt;height:47.25pt;z-index:25201459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4118A11">
                <v:shape id="_x0000_s1173" type="#_x0000_t75" alt="" style="position:absolute;margin-left:235.5pt;margin-top:0;width:78pt;height:47.25pt;z-index:25201561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FEA8F0F">
                <v:shape id="_x0000_s1172" type="#_x0000_t75" alt="" style="position:absolute;margin-left:235.5pt;margin-top:0;width:78pt;height:47.25pt;z-index:25201664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47F06F9">
                <v:shape id="_x0000_s1171" type="#_x0000_t75" alt="" style="position:absolute;margin-left:235.5pt;margin-top:0;width:78pt;height:47.25pt;z-index:25201766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83B2DBD">
                <v:shape id="_x0000_s1170" type="#_x0000_t75" alt="" style="position:absolute;margin-left:235.5pt;margin-top:0;width:78pt;height:47.25pt;z-index:25201868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15676BD">
                <v:shape id="_x0000_s1169" type="#_x0000_t75" alt="" style="position:absolute;margin-left:235.5pt;margin-top:0;width:78pt;height:47.25pt;z-index:25201971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5D160AA6">
                <v:shape id="_x0000_s1168" type="#_x0000_t75" alt="" style="position:absolute;margin-left:235.5pt;margin-top:0;width:78pt;height:47.25pt;z-index:25202073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1A361EA">
                <v:shape id="_x0000_s1167" type="#_x0000_t75" alt="" style="position:absolute;margin-left:235.5pt;margin-top:0;width:78pt;height:47.25pt;z-index:25202176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3F01F27">
                <v:shape id="_x0000_s1166" type="#_x0000_t75" alt="" style="position:absolute;margin-left:235.5pt;margin-top:0;width:78pt;height:47.25pt;z-index:25202278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DE81082">
                <v:shape id="_x0000_s1165" type="#_x0000_t75" alt="" style="position:absolute;margin-left:235.5pt;margin-top:0;width:78pt;height:47.25pt;z-index:25202380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ACE0FF0">
                <v:shape id="_x0000_s1164" type="#_x0000_t75" alt="" style="position:absolute;margin-left:235.5pt;margin-top:0;width:78pt;height:47.25pt;z-index:25202483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E463351">
                <v:shape id="_x0000_s1163" type="#_x0000_t75" alt="" style="position:absolute;margin-left:235.5pt;margin-top:0;width:78pt;height:47.25pt;z-index:25202585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62B8F0F">
                <v:shape id="_x0000_s1162" type="#_x0000_t75" alt="" style="position:absolute;margin-left:235.5pt;margin-top:0;width:78pt;height:47.25pt;z-index:25202688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01BE3D4">
                <v:shape id="_x0000_s1161" type="#_x0000_t75" alt="" style="position:absolute;margin-left:235.5pt;margin-top:0;width:78pt;height:47.25pt;z-index:25202790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9000A63">
                <v:shape id="_x0000_s1160" type="#_x0000_t75" alt="" style="position:absolute;margin-left:235.5pt;margin-top:0;width:78pt;height:47.25pt;z-index:25202892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419B7804">
                <v:shape id="_x0000_s1159" type="#_x0000_t75" alt="" style="position:absolute;margin-left:235.5pt;margin-top:0;width:78pt;height:47.25pt;z-index:25202995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4581B8E">
                <v:shape id="_x0000_s1158" type="#_x0000_t75" alt="" style="position:absolute;margin-left:235.5pt;margin-top:0;width:78pt;height:47.25pt;z-index:25203097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4325D1DB">
                <v:shape id="_x0000_s1157" type="#_x0000_t75" alt="" style="position:absolute;margin-left:235.5pt;margin-top:0;width:78pt;height:59.25pt;z-index:25203200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CF08C09">
                <v:shape id="_x0000_s1156" type="#_x0000_t75" alt="" style="position:absolute;margin-left:235.5pt;margin-top:0;width:78pt;height:59.25pt;z-index:25203302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53390810">
                <v:shape id="_x0000_s1155" type="#_x0000_t75" alt="" style="position:absolute;margin-left:235.5pt;margin-top:0;width:78pt;height:59.25pt;z-index:25203404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DF74300">
                <v:shape id="_x0000_s1154" type="#_x0000_t75" alt="" style="position:absolute;margin-left:235.5pt;margin-top:0;width:78pt;height:47.25pt;z-index:25203507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1D23423">
                <v:shape id="_x0000_s1153" type="#_x0000_t75" alt="" style="position:absolute;margin-left:235.5pt;margin-top:0;width:78pt;height:47.25pt;z-index:25203609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826F417">
                <v:shape id="_x0000_s1152" type="#_x0000_t75" alt="" style="position:absolute;margin-left:235.5pt;margin-top:0;width:78pt;height:47.25pt;z-index:25203712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96ED3E0">
                <v:shape id="_x0000_s1151" type="#_x0000_t75" alt="" style="position:absolute;margin-left:235.5pt;margin-top:0;width:78pt;height:59.25pt;z-index:25203814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BC2F0B9">
                <v:shape id="_x0000_s1150" type="#_x0000_t75" alt="" style="position:absolute;margin-left:235.5pt;margin-top:0;width:78pt;height:59.25pt;z-index:25203916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099B377">
                <v:shape id="_x0000_s1149" type="#_x0000_t75" alt="" style="position:absolute;margin-left:235.5pt;margin-top:0;width:75.75pt;height:1in;z-index:252040192;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43868FEE">
                <v:shape id="_x0000_s1148" type="#_x0000_t75" alt="" style="position:absolute;margin-left:235.5pt;margin-top:0;width:78pt;height:59.25pt;z-index:25204121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C4C840A">
                <v:shape id="_x0000_s1147" type="#_x0000_t75" alt="" style="position:absolute;margin-left:235.5pt;margin-top:0;width:75.75pt;height:66.75pt;z-index:252042240;visibility:hidden;mso-wrap-edited:f;mso-width-percent:0;mso-height-percent:0;mso-width-percent:0;mso-height-percent:0">
                  <v:imagedata r:id="rId25" o:title=""/>
                  <o:lock v:ext="edit" aspectratio="f"/>
                </v:shape>
              </w:pict>
            </w:r>
            <w:r>
              <w:rPr>
                <w:rFonts w:ascii="Century Gothic" w:hAnsi="Century Gothic" w:cs="Calibri"/>
                <w:b/>
                <w:bCs/>
                <w:color w:val="262626"/>
                <w:sz w:val="20"/>
                <w:szCs w:val="20"/>
              </w:rPr>
              <w:pict w14:anchorId="3E7240A9">
                <v:shape id="_x0000_s1146" type="#_x0000_t75" alt="" style="position:absolute;margin-left:235.5pt;margin-top:0;width:75.75pt;height:1in;z-index:252043264;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402762BE">
                <v:shape id="_x0000_s1145" type="#_x0000_t75" alt="" style="position:absolute;margin-left:235.5pt;margin-top:0;width:78pt;height:59.25pt;z-index:25204428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203FA93">
                <v:shape id="_x0000_s1144" type="#_x0000_t75" alt="" style="position:absolute;margin-left:235.5pt;margin-top:0;width:75.75pt;height:1in;z-index:252045312;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2DB0B44B">
                <v:shape id="_x0000_s1143" type="#_x0000_t75" alt="" style="position:absolute;margin-left:235.5pt;margin-top:0;width:75.75pt;height:1in;z-index:252046336;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6F016162">
                <v:shape id="_x0000_s1142" type="#_x0000_t75" alt="" style="position:absolute;margin-left:235.5pt;margin-top:0;width:78pt;height:59.25pt;z-index:25204736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301D906">
                <v:shape id="_x0000_s1141" type="#_x0000_t75" alt="" style="position:absolute;margin-left:235.5pt;margin-top:0;width:75.75pt;height:1in;z-index:252048384;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18EF8EBA">
                <v:shape id="_x0000_s1140" type="#_x0000_t75" alt="" style="position:absolute;margin-left:235.5pt;margin-top:0;width:75.75pt;height:70.5pt;z-index:252049408;visibility:hidden;mso-wrap-edited:f;mso-width-percent:0;mso-height-percent:0;mso-width-percent:0;mso-height-percent:0">
                  <v:imagedata r:id="rId26" o:title=""/>
                  <o:lock v:ext="edit" aspectratio="f"/>
                </v:shape>
              </w:pict>
            </w:r>
            <w:r>
              <w:rPr>
                <w:rFonts w:ascii="Century Gothic" w:hAnsi="Century Gothic" w:cs="Calibri"/>
                <w:b/>
                <w:bCs/>
                <w:color w:val="262626"/>
                <w:sz w:val="20"/>
                <w:szCs w:val="20"/>
              </w:rPr>
              <w:pict w14:anchorId="39433D5A">
                <v:shape id="_x0000_s1139" type="#_x0000_t75" alt="" style="position:absolute;margin-left:235.5pt;margin-top:0;width:78pt;height:59.25pt;z-index:25205043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3957FFB">
                <v:shape id="_x0000_s1138" type="#_x0000_t75" alt="" style="position:absolute;margin-left:235.5pt;margin-top:0;width:78pt;height:59.25pt;z-index:25205145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95BBBAA">
                <v:shape id="_x0000_s1137" type="#_x0000_t75" alt="" style="position:absolute;margin-left:235.5pt;margin-top:0;width:78pt;height:59.25pt;z-index:25205248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F3B4FC9">
                <v:shape id="_x0000_s1136" type="#_x0000_t75" alt="" style="position:absolute;margin-left:235.5pt;margin-top:0;width:78pt;height:59.25pt;z-index:25205350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3170A292">
                <v:shape id="_x0000_s1135" type="#_x0000_t75" alt="" style="position:absolute;margin-left:235.5pt;margin-top:0;width:78pt;height:59.25pt;z-index:25205452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91978A1">
                <v:shape id="_x0000_s1134" type="#_x0000_t75" alt="" style="position:absolute;margin-left:235.5pt;margin-top:0;width:78pt;height:59.25pt;z-index:25205555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1359E2A">
                <v:shape id="_x0000_s1133" type="#_x0000_t75" alt="" style="position:absolute;margin-left:235.5pt;margin-top:0;width:78pt;height:59.25pt;z-index:25205657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31019DC1">
                <v:shape id="_x0000_s1132" type="#_x0000_t75" alt="" style="position:absolute;margin-left:235.5pt;margin-top:0;width:78pt;height:59.25pt;z-index:25205760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60DCF8E">
                <v:shape id="_x0000_s1131" type="#_x0000_t75" alt="" style="position:absolute;margin-left:235.5pt;margin-top:0;width:78pt;height:59.25pt;z-index:25205862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AE03746">
                <v:shape id="_x0000_s1130" type="#_x0000_t75" alt="" style="position:absolute;margin-left:235.5pt;margin-top:0;width:78pt;height:59.25pt;z-index:25205964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6B57D95">
                <v:shape id="_x0000_s1129" type="#_x0000_t75" alt="" style="position:absolute;margin-left:235.5pt;margin-top:0;width:78pt;height:59.25pt;z-index:25206067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B9F680F">
                <v:shape id="_x0000_s1128" type="#_x0000_t75" alt="" style="position:absolute;margin-left:235.5pt;margin-top:0;width:78pt;height:59.25pt;z-index:25206169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D680ABA">
                <v:shape id="_x0000_s1127" type="#_x0000_t75" alt="" style="position:absolute;margin-left:235.5pt;margin-top:0;width:78pt;height:59.25pt;z-index:25206272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B703E0A">
                <v:shape id="_x0000_s1126" type="#_x0000_t75" alt="" style="position:absolute;margin-left:235.5pt;margin-top:0;width:78pt;height:59.25pt;z-index:25206374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C08CF82">
                <v:shape id="_x0000_s1125" type="#_x0000_t75" alt="" style="position:absolute;margin-left:235.5pt;margin-top:0;width:78pt;height:59.25pt;z-index:25206476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90DB22D">
                <v:shape id="_x0000_s1124" type="#_x0000_t75" alt="" style="position:absolute;margin-left:235.5pt;margin-top:0;width:78pt;height:59.25pt;z-index:25206579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D793D3F">
                <v:shape id="_x0000_s1123" type="#_x0000_t75" alt="" style="position:absolute;margin-left:235.5pt;margin-top:0;width:78pt;height:59.25pt;z-index:25206681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F2F45A4">
                <v:shape id="_x0000_s1122" type="#_x0000_t75" alt="" style="position:absolute;margin-left:235.5pt;margin-top:0;width:78pt;height:59.25pt;z-index:25206784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538FA7C7">
                <v:shape id="_x0000_s1121" type="#_x0000_t75" alt="" style="position:absolute;margin-left:235.5pt;margin-top:0;width:78pt;height:59.25pt;z-index:25206886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924593B">
                <v:shape id="_x0000_s1120" type="#_x0000_t75" alt="" style="position:absolute;margin-left:235.5pt;margin-top:0;width:78pt;height:59.25pt;z-index:25206988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2800168">
                <v:shape id="_x0000_s1119" type="#_x0000_t75" alt="" style="position:absolute;margin-left:235.5pt;margin-top:0;width:78pt;height:59.25pt;z-index:25207091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53C2A582">
                <v:shape id="_x0000_s1118" type="#_x0000_t75" alt="" style="position:absolute;margin-left:235.5pt;margin-top:0;width:78pt;height:59.25pt;z-index:25207193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D5444F0">
                <v:shape id="_x0000_s1117" type="#_x0000_t75" alt="" style="position:absolute;margin-left:235.5pt;margin-top:0;width:78pt;height:59.25pt;z-index:25207296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54E5ADC9">
                <v:shape id="_x0000_s1116" type="#_x0000_t75" alt="" style="position:absolute;margin-left:235.5pt;margin-top:0;width:78pt;height:47.25pt;z-index:25207398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A48E8F1">
                <v:shape id="_x0000_s1115" type="#_x0000_t75" alt="" style="position:absolute;margin-left:235.5pt;margin-top:0;width:78pt;height:47.25pt;z-index:25207500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A1D0EC3">
                <v:shape id="_x0000_s1114" type="#_x0000_t75" alt="" style="position:absolute;margin-left:235.5pt;margin-top:0;width:78pt;height:47.25pt;z-index:25207603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7CC24EF">
                <v:shape id="_x0000_s1113" type="#_x0000_t75" alt="" style="position:absolute;margin-left:235.5pt;margin-top:0;width:78pt;height:47.25pt;z-index:25207705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DB1B35A">
                <v:shape id="_x0000_s1112" type="#_x0000_t75" alt="" style="position:absolute;margin-left:235.5pt;margin-top:0;width:78pt;height:47.25pt;z-index:25207808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53A44F6">
                <v:shape id="_x0000_s1111" type="#_x0000_t75" alt="" style="position:absolute;margin-left:235.5pt;margin-top:0;width:78pt;height:47.25pt;z-index:25207910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77744CDB">
                <v:shape id="_x0000_s1110" type="#_x0000_t75" alt="" style="position:absolute;margin-left:235.5pt;margin-top:0;width:78pt;height:47.25pt;z-index:25208012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43B5764E">
                <v:shape id="_x0000_s1109" type="#_x0000_t75" alt="" style="position:absolute;margin-left:235.5pt;margin-top:0;width:78pt;height:47.25pt;z-index:25208115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38854D8">
                <v:shape id="_x0000_s1108" type="#_x0000_t75" alt="" style="position:absolute;margin-left:235.5pt;margin-top:0;width:78pt;height:47.25pt;z-index:25208217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402BB963">
                <v:shape id="_x0000_s1107" type="#_x0000_t75" alt="" style="position:absolute;margin-left:235.5pt;margin-top:0;width:78pt;height:47.25pt;z-index:25208320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873D96A">
                <v:shape id="_x0000_s1106" type="#_x0000_t75" alt="" style="position:absolute;margin-left:235.5pt;margin-top:0;width:78pt;height:47.25pt;z-index:25208422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F68982A">
                <v:shape id="_x0000_s1105" type="#_x0000_t75" alt="" style="position:absolute;margin-left:235.5pt;margin-top:0;width:78pt;height:47.25pt;z-index:25208524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AA2693D">
                <v:shape id="_x0000_s1104" type="#_x0000_t75" alt="" style="position:absolute;margin-left:235.5pt;margin-top:0;width:78pt;height:47.25pt;z-index:25208627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3AC04CE">
                <v:shape id="_x0000_s1103" type="#_x0000_t75" alt="" style="position:absolute;margin-left:235.5pt;margin-top:0;width:78pt;height:47.25pt;z-index:25208729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9411CCA">
                <v:shape id="_x0000_s1102" type="#_x0000_t75" alt="" style="position:absolute;margin-left:235.5pt;margin-top:0;width:78pt;height:47.25pt;z-index:25208832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1FA55F1">
                <v:shape id="_x0000_s1101" type="#_x0000_t75" alt="" style="position:absolute;margin-left:235.5pt;margin-top:0;width:78pt;height:47.25pt;z-index:25208934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7BBFA8E2">
                <v:shape id="_x0000_s1100" type="#_x0000_t75" alt="" style="position:absolute;margin-left:235.5pt;margin-top:0;width:78pt;height:47.25pt;z-index:25209036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2BED800">
                <v:shape id="_x0000_s1099" type="#_x0000_t75" alt="" style="position:absolute;margin-left:235.5pt;margin-top:0;width:78pt;height:47.25pt;z-index:25209139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E711FC9">
                <v:shape id="_x0000_s1098" type="#_x0000_t75" alt="" style="position:absolute;margin-left:235.5pt;margin-top:0;width:78pt;height:47.25pt;z-index:25209241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4DD4D2C">
                <v:shape id="_x0000_s1097" type="#_x0000_t75" alt="" style="position:absolute;margin-left:235.5pt;margin-top:0;width:78pt;height:47.25pt;z-index:25209344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8E651CC">
                <v:shape id="_x0000_s1096" type="#_x0000_t75" alt="" style="position:absolute;margin-left:235.5pt;margin-top:0;width:78pt;height:47.25pt;z-index:25209446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76DCDD84">
                <v:shape id="_x0000_s1095" type="#_x0000_t75" alt="" style="position:absolute;margin-left:235.5pt;margin-top:0;width:78pt;height:59.25pt;z-index:25209548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22B0C10">
                <v:shape id="_x0000_s1094" type="#_x0000_t75" alt="" style="position:absolute;margin-left:235.5pt;margin-top:0;width:78pt;height:59.25pt;z-index:25209651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87A8613">
                <v:shape id="_x0000_s1093" type="#_x0000_t75" alt="" style="position:absolute;margin-left:235.5pt;margin-top:0;width:78pt;height:59.25pt;z-index:25209753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F764C96">
                <v:shape id="_x0000_s1092" type="#_x0000_t75" alt="" style="position:absolute;margin-left:235.5pt;margin-top:0;width:78pt;height:47.25pt;z-index:25209856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864ED7B">
                <v:shape id="_x0000_s1091" type="#_x0000_t75" alt="" style="position:absolute;margin-left:235.5pt;margin-top:0;width:78pt;height:47.25pt;z-index:25209958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2F78378">
                <v:shape id="_x0000_s1090" type="#_x0000_t75" alt="" style="position:absolute;margin-left:235.5pt;margin-top:0;width:78pt;height:47.25pt;z-index:25210060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6C7B48C4">
                <v:shape id="_x0000_s1089" type="#_x0000_t75" alt="" style="position:absolute;margin-left:235.5pt;margin-top:0;width:78pt;height:59.25pt;z-index:25210163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50A36D8F">
                <v:shape id="_x0000_s1088" type="#_x0000_t75" alt="" style="position:absolute;margin-left:235.5pt;margin-top:0;width:78pt;height:59.25pt;z-index:25210265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8AED626">
                <v:shape id="_x0000_s1087" type="#_x0000_t75" alt="" style="position:absolute;margin-left:235.5pt;margin-top:0;width:75.75pt;height:1in;z-index:252103680;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565A496B">
                <v:shape id="_x0000_s1086" type="#_x0000_t75" alt="" style="position:absolute;margin-left:235.5pt;margin-top:0;width:78pt;height:59.25pt;z-index:25210470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0BF7100">
                <v:shape id="_x0000_s1085" type="#_x0000_t75" alt="" style="position:absolute;margin-left:235.5pt;margin-top:0;width:75.75pt;height:66.75pt;z-index:252105728;visibility:hidden;mso-wrap-edited:f;mso-width-percent:0;mso-height-percent:0;mso-width-percent:0;mso-height-percent:0">
                  <v:imagedata r:id="rId25" o:title=""/>
                  <o:lock v:ext="edit" aspectratio="f"/>
                </v:shape>
              </w:pict>
            </w:r>
            <w:r>
              <w:rPr>
                <w:rFonts w:ascii="Century Gothic" w:hAnsi="Century Gothic" w:cs="Calibri"/>
                <w:b/>
                <w:bCs/>
                <w:color w:val="262626"/>
                <w:sz w:val="20"/>
                <w:szCs w:val="20"/>
              </w:rPr>
              <w:pict w14:anchorId="2B5EF2C1">
                <v:shape id="_x0000_s1084" type="#_x0000_t75" alt="" style="position:absolute;margin-left:235.5pt;margin-top:0;width:75.75pt;height:1in;z-index:252106752;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7493A336">
                <v:shape id="_x0000_s1083" type="#_x0000_t75" alt="" style="position:absolute;margin-left:235.5pt;margin-top:0;width:78pt;height:59.25pt;z-index:25210777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5EE94B4C">
                <v:shape id="_x0000_s1082" type="#_x0000_t75" alt="" style="position:absolute;margin-left:235.5pt;margin-top:0;width:75.75pt;height:1in;z-index:252108800;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36FA860A">
                <v:shape id="_x0000_s1081" type="#_x0000_t75" alt="" style="position:absolute;margin-left:235.5pt;margin-top:0;width:75.75pt;height:1in;z-index:252109824;visibility:hidden;mso-wrap-edited:f;mso-width-percent:0;mso-height-percent:0;mso-width-percent:0;mso-height-percent:0">
                  <v:imagedata r:id="rId12" o:title=""/>
                  <o:lock v:ext="edit" aspectratio="f"/>
                </v:shape>
              </w:pict>
            </w:r>
            <w:r>
              <w:rPr>
                <w:rFonts w:ascii="Century Gothic" w:hAnsi="Century Gothic" w:cs="Calibri"/>
                <w:b/>
                <w:bCs/>
                <w:color w:val="262626"/>
                <w:sz w:val="20"/>
                <w:szCs w:val="20"/>
              </w:rPr>
              <w:pict w14:anchorId="43F508E5">
                <v:shape id="_x0000_s1080" type="#_x0000_t75" alt="" style="position:absolute;margin-left:235.5pt;margin-top:0;width:78pt;height:59.25pt;z-index:25211084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A631C2C">
                <v:shape id="_x0000_s1079" type="#_x0000_t75" alt="" style="position:absolute;margin-left:235.5pt;margin-top:0;width:75.75pt;height:1in;z-index:252111872;visibility:hidden;mso-wrap-edited:f;mso-width-percent:0;mso-height-percent:0;mso-width-percent:0;mso-height-percent:0">
                  <v:imagedata r:id="rId15" o:title=""/>
                  <o:lock v:ext="edit" aspectratio="f"/>
                </v:shape>
              </w:pict>
            </w:r>
            <w:r>
              <w:rPr>
                <w:rFonts w:ascii="Century Gothic" w:hAnsi="Century Gothic" w:cs="Calibri"/>
                <w:b/>
                <w:bCs/>
                <w:color w:val="262626"/>
                <w:sz w:val="20"/>
                <w:szCs w:val="20"/>
              </w:rPr>
              <w:pict w14:anchorId="373C9BCD">
                <v:shape id="_x0000_s1078" type="#_x0000_t75" alt="" style="position:absolute;margin-left:235.5pt;margin-top:0;width:75.75pt;height:70.5pt;z-index:252112896;visibility:hidden;mso-wrap-edited:f;mso-width-percent:0;mso-height-percent:0;mso-width-percent:0;mso-height-percent:0">
                  <v:imagedata r:id="rId26" o:title=""/>
                  <o:lock v:ext="edit" aspectratio="f"/>
                </v:shape>
              </w:pict>
            </w:r>
            <w:r>
              <w:rPr>
                <w:rFonts w:ascii="Century Gothic" w:hAnsi="Century Gothic" w:cs="Calibri"/>
                <w:b/>
                <w:bCs/>
                <w:color w:val="262626"/>
                <w:sz w:val="20"/>
                <w:szCs w:val="20"/>
              </w:rPr>
              <w:pict w14:anchorId="2B31DCD1">
                <v:shape id="_x0000_s1077" type="#_x0000_t75" alt="" style="position:absolute;margin-left:235.5pt;margin-top:0;width:78pt;height:59.25pt;z-index:25211392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32F1137F">
                <v:shape id="_x0000_s1076" type="#_x0000_t75" alt="" style="position:absolute;margin-left:235.5pt;margin-top:0;width:78pt;height:59.25pt;z-index:25211494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585B33F">
                <v:shape id="_x0000_s1075" type="#_x0000_t75" alt="" style="position:absolute;margin-left:235.5pt;margin-top:0;width:78pt;height:59.25pt;z-index:25211596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553A55FF">
                <v:shape id="_x0000_s1074" type="#_x0000_t75" alt="" style="position:absolute;margin-left:235.5pt;margin-top:0;width:78pt;height:59.25pt;z-index:25211699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3A01F6DF">
                <v:shape id="_x0000_s1073" type="#_x0000_t75" alt="" style="position:absolute;margin-left:235.5pt;margin-top:0;width:78pt;height:59.25pt;z-index:25211801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8689DAD">
                <v:shape id="_x0000_s1072" type="#_x0000_t75" alt="" style="position:absolute;margin-left:235.5pt;margin-top:0;width:78pt;height:59.25pt;z-index:25211904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075FFCA">
                <v:shape id="_x0000_s1071" type="#_x0000_t75" alt="" style="position:absolute;margin-left:235.5pt;margin-top:0;width:78pt;height:59.25pt;z-index:25212006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9E2D1A9">
                <v:shape id="_x0000_s1070" type="#_x0000_t75" alt="" style="position:absolute;margin-left:235.5pt;margin-top:0;width:78pt;height:59.25pt;z-index:25212108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7D91FBBC">
                <v:shape id="_x0000_s1069" type="#_x0000_t75" alt="" style="position:absolute;margin-left:235.5pt;margin-top:0;width:78pt;height:59.25pt;z-index:25212211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473561A">
                <v:shape id="_x0000_s1068" type="#_x0000_t75" alt="" style="position:absolute;margin-left:235.5pt;margin-top:0;width:78pt;height:59.25pt;z-index:25212313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37BB188F">
                <v:shape id="_x0000_s1067" type="#_x0000_t75" alt="" style="position:absolute;margin-left:235.5pt;margin-top:0;width:78pt;height:59.25pt;z-index:25212416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FA9FC1E">
                <v:shape id="_x0000_s1066" type="#_x0000_t75" alt="" style="position:absolute;margin-left:235.5pt;margin-top:0;width:78pt;height:59.25pt;z-index:25212518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5739E064">
                <v:shape id="_x0000_s1065" type="#_x0000_t75" alt="" style="position:absolute;margin-left:235.5pt;margin-top:0;width:78pt;height:59.25pt;z-index:25212620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2623FD5">
                <v:shape id="_x0000_s1064" type="#_x0000_t75" alt="" style="position:absolute;margin-left:235.5pt;margin-top:0;width:78pt;height:59.25pt;z-index:25212723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E37B09B">
                <v:shape id="_x0000_s1063" type="#_x0000_t75" alt="" style="position:absolute;margin-left:235.5pt;margin-top:0;width:78pt;height:59.25pt;z-index:25212825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697F2F87">
                <v:shape id="_x0000_s1062" type="#_x0000_t75" alt="" style="position:absolute;margin-left:235.5pt;margin-top:0;width:78pt;height:59.25pt;z-index:25212928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F4F4CBF">
                <v:shape id="_x0000_s1061" type="#_x0000_t75" alt="" style="position:absolute;margin-left:235.5pt;margin-top:0;width:78pt;height:59.25pt;z-index:25213030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30401B25">
                <v:shape id="_x0000_s1060" type="#_x0000_t75" alt="" style="position:absolute;margin-left:235.5pt;margin-top:0;width:78pt;height:59.25pt;z-index:25213132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65E3987">
                <v:shape id="_x0000_s1059" type="#_x0000_t75" alt="" style="position:absolute;margin-left:235.5pt;margin-top:0;width:78pt;height:59.25pt;z-index:252132352;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7D1B6C7">
                <v:shape id="_x0000_s1058" type="#_x0000_t75" alt="" style="position:absolute;margin-left:235.5pt;margin-top:0;width:78pt;height:59.25pt;z-index:25213337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35DB5C1">
                <v:shape id="_x0000_s1057" type="#_x0000_t75" alt="" style="position:absolute;margin-left:235.5pt;margin-top:0;width:78pt;height:59.25pt;z-index:25213440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0D126F34">
                <v:shape id="_x0000_s1056" type="#_x0000_t75" alt="" style="position:absolute;margin-left:235.5pt;margin-top:0;width:78pt;height:59.25pt;z-index:25213542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1740D950">
                <v:shape id="_x0000_s1055" type="#_x0000_t75" alt="" style="position:absolute;margin-left:235.5pt;margin-top:0;width:78pt;height:59.25pt;z-index:252136448;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DDD871D">
                <v:shape id="_x0000_s1054" type="#_x0000_t75" alt="" style="position:absolute;margin-left:235.5pt;margin-top:0;width:78pt;height:47.25pt;z-index:25213747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6952E17">
                <v:shape id="_x0000_s1053" type="#_x0000_t75" alt="" style="position:absolute;margin-left:235.5pt;margin-top:0;width:78pt;height:47.25pt;z-index:25213849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4415F7EE">
                <v:shape id="_x0000_s1052" type="#_x0000_t75" alt="" style="position:absolute;margin-left:235.5pt;margin-top:0;width:78pt;height:47.25pt;z-index:25213952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9D53B8E">
                <v:shape id="_x0000_s1051" type="#_x0000_t75" alt="" style="position:absolute;margin-left:235.5pt;margin-top:0;width:78pt;height:47.25pt;z-index:25214054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45A851D">
                <v:shape id="_x0000_s1050" type="#_x0000_t75" alt="" style="position:absolute;margin-left:235.5pt;margin-top:0;width:78pt;height:47.25pt;z-index:25214156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FB16ACC">
                <v:shape id="_x0000_s1049" type="#_x0000_t75" alt="" style="position:absolute;margin-left:235.5pt;margin-top:0;width:78pt;height:47.25pt;z-index:25214259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45AF5F8">
                <v:shape id="_x0000_s1048" type="#_x0000_t75" alt="" style="position:absolute;margin-left:235.5pt;margin-top:0;width:78pt;height:47.25pt;z-index:25214361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009AE71E">
                <v:shape id="_x0000_s1047" type="#_x0000_t75" alt="" style="position:absolute;margin-left:235.5pt;margin-top:0;width:78pt;height:47.25pt;z-index:25214464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51A109F8">
                <v:shape id="_x0000_s1046" type="#_x0000_t75" alt="" style="position:absolute;margin-left:235.5pt;margin-top:0;width:78pt;height:47.25pt;z-index:25214566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A083F0C">
                <v:shape id="_x0000_s1045" type="#_x0000_t75" alt="" style="position:absolute;margin-left:235.5pt;margin-top:0;width:78pt;height:47.25pt;z-index:25214668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9676709">
                <v:shape id="_x0000_s1044" type="#_x0000_t75" alt="" style="position:absolute;margin-left:235.5pt;margin-top:0;width:78pt;height:47.25pt;z-index:25214771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EE8762C">
                <v:shape id="_x0000_s1043" type="#_x0000_t75" alt="" style="position:absolute;margin-left:235.5pt;margin-top:0;width:78pt;height:47.25pt;z-index:25214873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70A4EC7">
                <v:shape id="_x0000_s1042" type="#_x0000_t75" alt="" style="position:absolute;margin-left:235.5pt;margin-top:0;width:78pt;height:47.25pt;z-index:25214976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517CE522">
                <v:shape id="_x0000_s1041" type="#_x0000_t75" alt="" style="position:absolute;margin-left:235.5pt;margin-top:0;width:78pt;height:47.25pt;z-index:25215078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F6F3613">
                <v:shape id="_x0000_s1040" type="#_x0000_t75" alt="" style="position:absolute;margin-left:235.5pt;margin-top:0;width:78pt;height:47.25pt;z-index:25215180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87A3FE2">
                <v:shape id="_x0000_s1039" type="#_x0000_t75" alt="" style="position:absolute;margin-left:235.5pt;margin-top:0;width:78pt;height:47.25pt;z-index:25215283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74F197CA">
                <v:shape id="_x0000_s1038" type="#_x0000_t75" alt="" style="position:absolute;margin-left:235.5pt;margin-top:0;width:78pt;height:47.25pt;z-index:25215385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735926A7">
                <v:shape id="_x0000_s1037" type="#_x0000_t75" alt="" style="position:absolute;margin-left:235.5pt;margin-top:0;width:78pt;height:47.25pt;z-index:252154880;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3E2CC1B0">
                <v:shape id="_x0000_s1036" type="#_x0000_t75" alt="" style="position:absolute;margin-left:235.5pt;margin-top:0;width:78pt;height:47.25pt;z-index:252155904;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560F61DD">
                <v:shape id="_x0000_s1035" type="#_x0000_t75" alt="" style="position:absolute;margin-left:235.5pt;margin-top:0;width:78pt;height:47.25pt;z-index:25215692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272A4ED4">
                <v:shape id="_x0000_s1034" type="#_x0000_t75" alt="" style="position:absolute;margin-left:235.5pt;margin-top:0;width:78pt;height:47.25pt;z-index:25215795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1D1ED1F1">
                <v:shape id="_x0000_s1033" type="#_x0000_t75" alt="" style="position:absolute;margin-left:235.5pt;margin-top:0;width:78pt;height:59.25pt;z-index:252158976;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268C37F">
                <v:shape id="_x0000_s1032" type="#_x0000_t75" alt="" style="position:absolute;margin-left:235.5pt;margin-top:0;width:78pt;height:59.25pt;z-index:25216000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4820BAC6">
                <v:shape id="_x0000_s1031" type="#_x0000_t75" alt="" style="position:absolute;margin-left:235.5pt;margin-top:0;width:78pt;height:59.25pt;z-index:252161024;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AAA1D64">
                <v:shape id="_x0000_s1030" type="#_x0000_t75" alt="" style="position:absolute;margin-left:235.5pt;margin-top:0;width:78pt;height:47.25pt;z-index:252162048;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5B36488A">
                <v:shape id="_x0000_s1029" type="#_x0000_t75" alt="" style="position:absolute;margin-left:235.5pt;margin-top:0;width:78pt;height:47.25pt;z-index:252163072;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4C89AD59">
                <v:shape id="_x0000_s1028" type="#_x0000_t75" alt="" style="position:absolute;margin-left:235.5pt;margin-top:0;width:78pt;height:47.25pt;z-index:252164096;visibility:hidden;mso-wrap-edited:f;mso-width-percent:0;mso-height-percent:0;mso-width-percent:0;mso-height-percent:0">
                  <v:imagedata r:id="rId27" o:title=""/>
                  <o:lock v:ext="edit" aspectratio="f"/>
                </v:shape>
              </w:pict>
            </w:r>
            <w:r>
              <w:rPr>
                <w:rFonts w:ascii="Century Gothic" w:hAnsi="Century Gothic" w:cs="Calibri"/>
                <w:b/>
                <w:bCs/>
                <w:color w:val="262626"/>
                <w:sz w:val="20"/>
                <w:szCs w:val="20"/>
              </w:rPr>
              <w:pict w14:anchorId="58CC19A7">
                <v:shape id="_x0000_s1027" type="#_x0000_t75" alt="" style="position:absolute;margin-left:235.5pt;margin-top:0;width:78pt;height:59.25pt;z-index:252165120;visibility:hidden;mso-wrap-edited:f;mso-width-percent:0;mso-height-percent:0;mso-width-percent:0;mso-height-percent:0">
                  <v:imagedata r:id="rId24" o:title=""/>
                  <o:lock v:ext="edit" aspectratio="f"/>
                </v:shape>
              </w:pict>
            </w:r>
            <w:r>
              <w:rPr>
                <w:rFonts w:ascii="Century Gothic" w:hAnsi="Century Gothic" w:cs="Calibri"/>
                <w:b/>
                <w:bCs/>
                <w:color w:val="262626"/>
                <w:sz w:val="20"/>
                <w:szCs w:val="20"/>
              </w:rPr>
              <w:pict w14:anchorId="29011235">
                <v:shape id="_x0000_s1026" type="#_x0000_t75" alt="" style="position:absolute;margin-left:235.5pt;margin-top:0;width:78pt;height:59.25pt;z-index:252166144;visibility:hidden;mso-wrap-edited:f;mso-width-percent:0;mso-height-percent:0;mso-width-percent:0;mso-height-percent:0">
                  <v:imagedata r:id="rId24" o:title=""/>
                  <o:lock v:ext="edit" aspectratio="f"/>
                </v:shape>
              </w:pict>
            </w:r>
            <w:r w:rsidR="00664DF8">
              <w:rPr>
                <w:rFonts w:ascii="Century Gothic" w:hAnsi="Century Gothic" w:cs="Calibri"/>
                <w:b/>
                <w:bCs/>
                <w:color w:val="262626"/>
                <w:sz w:val="20"/>
                <w:szCs w:val="20"/>
              </w:rPr>
              <w:t>TASK</w:t>
            </w:r>
          </w:p>
        </w:tc>
        <w:tc>
          <w:tcPr>
            <w:tcW w:w="3597" w:type="dxa"/>
            <w:shd w:val="clear" w:color="auto" w:fill="D5DCE4" w:themeFill="text2" w:themeFillTint="33"/>
            <w:vAlign w:val="center"/>
          </w:tcPr>
          <w:p w14:paraId="53001439" w14:textId="6E2CB611" w:rsidR="00664DF8" w:rsidRDefault="00664DF8" w:rsidP="00664DF8">
            <w:r>
              <w:rPr>
                <w:rFonts w:ascii="Century Gothic" w:hAnsi="Century Gothic" w:cs="Calibri"/>
                <w:b/>
                <w:bCs/>
                <w:color w:val="262626"/>
                <w:sz w:val="20"/>
                <w:szCs w:val="20"/>
              </w:rPr>
              <w:t>COMPLETED?</w:t>
            </w:r>
          </w:p>
        </w:tc>
        <w:tc>
          <w:tcPr>
            <w:tcW w:w="3597" w:type="dxa"/>
            <w:shd w:val="clear" w:color="auto" w:fill="D5DCE4" w:themeFill="text2" w:themeFillTint="33"/>
            <w:vAlign w:val="center"/>
          </w:tcPr>
          <w:p w14:paraId="4514C11F" w14:textId="445194CC" w:rsidR="00664DF8" w:rsidRDefault="00664DF8" w:rsidP="00664DF8">
            <w:r>
              <w:rPr>
                <w:rFonts w:ascii="Century Gothic" w:hAnsi="Century Gothic" w:cs="Calibri"/>
                <w:b/>
                <w:bCs/>
                <w:color w:val="262626"/>
                <w:sz w:val="20"/>
                <w:szCs w:val="20"/>
              </w:rPr>
              <w:t>COMMENTS</w:t>
            </w:r>
          </w:p>
        </w:tc>
      </w:tr>
      <w:tr w:rsidR="00664DF8" w14:paraId="5B7087ED" w14:textId="77777777" w:rsidTr="00664DF8">
        <w:trPr>
          <w:trHeight w:val="1520"/>
        </w:trPr>
        <w:tc>
          <w:tcPr>
            <w:tcW w:w="3596" w:type="dxa"/>
            <w:vAlign w:val="center"/>
          </w:tcPr>
          <w:p w14:paraId="1A27EAF0" w14:textId="2014E830" w:rsidR="00664DF8" w:rsidRDefault="00664DF8" w:rsidP="00664DF8">
            <w:r>
              <w:rPr>
                <w:rFonts w:ascii="Century Gothic" w:hAnsi="Century Gothic" w:cs="Calibri"/>
                <w:color w:val="262626"/>
                <w:sz w:val="20"/>
                <w:szCs w:val="20"/>
              </w:rPr>
              <w:t>Schedule a debrief meeting within one week of the project's conclusion.</w:t>
            </w:r>
          </w:p>
        </w:tc>
        <w:tc>
          <w:tcPr>
            <w:tcW w:w="3597" w:type="dxa"/>
          </w:tcPr>
          <w:p w14:paraId="086CA8D8" w14:textId="77777777" w:rsidR="00664DF8" w:rsidRDefault="00664DF8" w:rsidP="00664DF8"/>
        </w:tc>
        <w:tc>
          <w:tcPr>
            <w:tcW w:w="3597" w:type="dxa"/>
          </w:tcPr>
          <w:p w14:paraId="4B962E06" w14:textId="77777777" w:rsidR="00664DF8" w:rsidRDefault="00664DF8" w:rsidP="00664DF8"/>
        </w:tc>
      </w:tr>
      <w:tr w:rsidR="00664DF8" w14:paraId="71E9BCF8" w14:textId="77777777" w:rsidTr="00664DF8">
        <w:trPr>
          <w:trHeight w:val="1610"/>
        </w:trPr>
        <w:tc>
          <w:tcPr>
            <w:tcW w:w="3596" w:type="dxa"/>
            <w:vAlign w:val="center"/>
          </w:tcPr>
          <w:p w14:paraId="071B7095" w14:textId="5D1C41D1" w:rsidR="00664DF8" w:rsidRDefault="00664DF8" w:rsidP="00664DF8">
            <w:r>
              <w:rPr>
                <w:rFonts w:ascii="Century Gothic" w:hAnsi="Century Gothic" w:cs="Calibri"/>
                <w:color w:val="262626"/>
                <w:sz w:val="20"/>
                <w:szCs w:val="20"/>
              </w:rPr>
              <w:t>Assign a meeting moderator and separate note taker.</w:t>
            </w:r>
          </w:p>
        </w:tc>
        <w:tc>
          <w:tcPr>
            <w:tcW w:w="3597" w:type="dxa"/>
          </w:tcPr>
          <w:p w14:paraId="42BAC3AB" w14:textId="77777777" w:rsidR="00664DF8" w:rsidRDefault="00664DF8" w:rsidP="00664DF8"/>
        </w:tc>
        <w:tc>
          <w:tcPr>
            <w:tcW w:w="3597" w:type="dxa"/>
          </w:tcPr>
          <w:p w14:paraId="11F15229" w14:textId="77777777" w:rsidR="00664DF8" w:rsidRDefault="00664DF8" w:rsidP="00664DF8"/>
        </w:tc>
      </w:tr>
      <w:tr w:rsidR="00664DF8" w14:paraId="23172925" w14:textId="77777777" w:rsidTr="00664DF8">
        <w:trPr>
          <w:trHeight w:val="1880"/>
        </w:trPr>
        <w:tc>
          <w:tcPr>
            <w:tcW w:w="3596" w:type="dxa"/>
            <w:vAlign w:val="center"/>
          </w:tcPr>
          <w:p w14:paraId="2F035A46" w14:textId="2015DA9A" w:rsidR="00664DF8" w:rsidRDefault="00664DF8" w:rsidP="00664DF8">
            <w:r>
              <w:rPr>
                <w:rFonts w:ascii="Century Gothic" w:hAnsi="Century Gothic" w:cs="Calibri"/>
                <w:color w:val="262626"/>
                <w:sz w:val="20"/>
                <w:szCs w:val="20"/>
              </w:rPr>
              <w:t>Send out a survey to collect feedback from the project team members.</w:t>
            </w:r>
          </w:p>
        </w:tc>
        <w:tc>
          <w:tcPr>
            <w:tcW w:w="3597" w:type="dxa"/>
          </w:tcPr>
          <w:p w14:paraId="2EAB03BA" w14:textId="77777777" w:rsidR="00664DF8" w:rsidRDefault="00664DF8" w:rsidP="00664DF8"/>
        </w:tc>
        <w:tc>
          <w:tcPr>
            <w:tcW w:w="3597" w:type="dxa"/>
          </w:tcPr>
          <w:p w14:paraId="71BAB74E" w14:textId="77777777" w:rsidR="00664DF8" w:rsidRDefault="00664DF8" w:rsidP="00664DF8"/>
        </w:tc>
      </w:tr>
      <w:tr w:rsidR="00664DF8" w14:paraId="6E34C4C1" w14:textId="77777777" w:rsidTr="00664DF8">
        <w:trPr>
          <w:trHeight w:val="1340"/>
        </w:trPr>
        <w:tc>
          <w:tcPr>
            <w:tcW w:w="3596" w:type="dxa"/>
            <w:vAlign w:val="center"/>
          </w:tcPr>
          <w:p w14:paraId="4A922305" w14:textId="016FFA19" w:rsidR="00664DF8" w:rsidRDefault="00664DF8" w:rsidP="00664DF8">
            <w:r>
              <w:rPr>
                <w:rFonts w:ascii="Century Gothic" w:hAnsi="Century Gothic" w:cs="Calibri"/>
                <w:color w:val="262626"/>
                <w:sz w:val="20"/>
                <w:szCs w:val="20"/>
              </w:rPr>
              <w:t>Create a meeting agenda and share it with the attendees.</w:t>
            </w:r>
          </w:p>
        </w:tc>
        <w:tc>
          <w:tcPr>
            <w:tcW w:w="3597" w:type="dxa"/>
          </w:tcPr>
          <w:p w14:paraId="63564198" w14:textId="77777777" w:rsidR="00664DF8" w:rsidRDefault="00664DF8" w:rsidP="00664DF8"/>
        </w:tc>
        <w:tc>
          <w:tcPr>
            <w:tcW w:w="3597" w:type="dxa"/>
          </w:tcPr>
          <w:p w14:paraId="7F1F48B2" w14:textId="77777777" w:rsidR="00664DF8" w:rsidRDefault="00664DF8" w:rsidP="00664DF8"/>
        </w:tc>
      </w:tr>
    </w:tbl>
    <w:p w14:paraId="1E598CB6" w14:textId="77777777" w:rsidR="00664DF8" w:rsidRDefault="00664DF8">
      <w:r>
        <w:br w:type="page"/>
      </w:r>
    </w:p>
    <w:tbl>
      <w:tblPr>
        <w:tblStyle w:val="TableGrid"/>
        <w:tblW w:w="0" w:type="auto"/>
        <w:tblLook w:val="04A0" w:firstRow="1" w:lastRow="0" w:firstColumn="1" w:lastColumn="0" w:noHBand="0" w:noVBand="1"/>
      </w:tblPr>
      <w:tblGrid>
        <w:gridCol w:w="3596"/>
        <w:gridCol w:w="3597"/>
        <w:gridCol w:w="3597"/>
      </w:tblGrid>
      <w:tr w:rsidR="00664DF8" w14:paraId="130FD35F" w14:textId="77777777" w:rsidTr="00217A34">
        <w:trPr>
          <w:trHeight w:val="530"/>
        </w:trPr>
        <w:tc>
          <w:tcPr>
            <w:tcW w:w="10790" w:type="dxa"/>
            <w:gridSpan w:val="3"/>
            <w:shd w:val="clear" w:color="auto" w:fill="D5DCE4" w:themeFill="text2" w:themeFillTint="33"/>
            <w:vAlign w:val="center"/>
          </w:tcPr>
          <w:p w14:paraId="59685849" w14:textId="61FF6884" w:rsidR="00664DF8" w:rsidRDefault="00664DF8">
            <w:r>
              <w:rPr>
                <w:rFonts w:ascii="Century Gothic" w:hAnsi="Century Gothic" w:cs="Calibri"/>
                <w:b/>
                <w:bCs/>
                <w:color w:val="262626"/>
                <w:sz w:val="20"/>
                <w:szCs w:val="20"/>
              </w:rPr>
              <w:lastRenderedPageBreak/>
              <w:t>DURING THE MEETING</w:t>
            </w:r>
          </w:p>
        </w:tc>
      </w:tr>
      <w:tr w:rsidR="00664DF8" w14:paraId="0183F893" w14:textId="77777777" w:rsidTr="00217A34">
        <w:trPr>
          <w:trHeight w:val="1430"/>
        </w:trPr>
        <w:tc>
          <w:tcPr>
            <w:tcW w:w="3596" w:type="dxa"/>
            <w:vAlign w:val="center"/>
          </w:tcPr>
          <w:p w14:paraId="612C97BC" w14:textId="7E1B805E" w:rsidR="00664DF8" w:rsidRDefault="00664DF8" w:rsidP="00664DF8">
            <w:r>
              <w:rPr>
                <w:rFonts w:ascii="Century Gothic" w:hAnsi="Century Gothic" w:cs="Calibri"/>
                <w:color w:val="262626"/>
                <w:sz w:val="20"/>
                <w:szCs w:val="20"/>
              </w:rPr>
              <w:t>Recap the initial project objectives.</w:t>
            </w:r>
          </w:p>
        </w:tc>
        <w:tc>
          <w:tcPr>
            <w:tcW w:w="3597" w:type="dxa"/>
          </w:tcPr>
          <w:p w14:paraId="06C5F84B" w14:textId="77777777" w:rsidR="00664DF8" w:rsidRDefault="00664DF8" w:rsidP="00664DF8"/>
        </w:tc>
        <w:tc>
          <w:tcPr>
            <w:tcW w:w="3597" w:type="dxa"/>
          </w:tcPr>
          <w:p w14:paraId="73D3056C" w14:textId="77777777" w:rsidR="00664DF8" w:rsidRDefault="00664DF8" w:rsidP="00664DF8"/>
        </w:tc>
      </w:tr>
      <w:tr w:rsidR="00664DF8" w14:paraId="0F9DD103" w14:textId="77777777" w:rsidTr="00217A34">
        <w:trPr>
          <w:trHeight w:val="1430"/>
        </w:trPr>
        <w:tc>
          <w:tcPr>
            <w:tcW w:w="3596" w:type="dxa"/>
            <w:vAlign w:val="center"/>
          </w:tcPr>
          <w:p w14:paraId="3EE3C817" w14:textId="00189A67" w:rsidR="00664DF8" w:rsidRDefault="00664DF8" w:rsidP="00664DF8">
            <w:r>
              <w:rPr>
                <w:rFonts w:ascii="Century Gothic" w:hAnsi="Century Gothic" w:cs="Calibri"/>
                <w:color w:val="262626"/>
                <w:sz w:val="20"/>
                <w:szCs w:val="20"/>
              </w:rPr>
              <w:t>Compare the expected results with the actual outcomes.</w:t>
            </w:r>
          </w:p>
        </w:tc>
        <w:tc>
          <w:tcPr>
            <w:tcW w:w="3597" w:type="dxa"/>
          </w:tcPr>
          <w:p w14:paraId="437FE609" w14:textId="77777777" w:rsidR="00664DF8" w:rsidRDefault="00664DF8" w:rsidP="00664DF8"/>
        </w:tc>
        <w:tc>
          <w:tcPr>
            <w:tcW w:w="3597" w:type="dxa"/>
          </w:tcPr>
          <w:p w14:paraId="1CA8B7BF" w14:textId="77777777" w:rsidR="00664DF8" w:rsidRDefault="00664DF8" w:rsidP="00664DF8"/>
        </w:tc>
      </w:tr>
      <w:tr w:rsidR="00664DF8" w14:paraId="475E26C6" w14:textId="77777777" w:rsidTr="00217A34">
        <w:trPr>
          <w:trHeight w:val="1700"/>
        </w:trPr>
        <w:tc>
          <w:tcPr>
            <w:tcW w:w="3596" w:type="dxa"/>
            <w:vAlign w:val="center"/>
          </w:tcPr>
          <w:p w14:paraId="3A10112E" w14:textId="4AE80575" w:rsidR="00664DF8" w:rsidRDefault="00664DF8" w:rsidP="00664DF8">
            <w:r>
              <w:rPr>
                <w:rFonts w:ascii="Century Gothic" w:hAnsi="Century Gothic" w:cs="Calibri"/>
                <w:color w:val="262626"/>
                <w:sz w:val="20"/>
                <w:szCs w:val="20"/>
              </w:rPr>
              <w:t>Recap the project timeline, comparing the original plan with the actual experience.</w:t>
            </w:r>
          </w:p>
        </w:tc>
        <w:tc>
          <w:tcPr>
            <w:tcW w:w="3597" w:type="dxa"/>
          </w:tcPr>
          <w:p w14:paraId="156FD78C" w14:textId="77777777" w:rsidR="00664DF8" w:rsidRDefault="00664DF8" w:rsidP="00664DF8"/>
        </w:tc>
        <w:tc>
          <w:tcPr>
            <w:tcW w:w="3597" w:type="dxa"/>
          </w:tcPr>
          <w:p w14:paraId="7EACD46C" w14:textId="77777777" w:rsidR="00664DF8" w:rsidRDefault="00664DF8" w:rsidP="00664DF8"/>
        </w:tc>
      </w:tr>
      <w:tr w:rsidR="00664DF8" w14:paraId="1758E730" w14:textId="77777777" w:rsidTr="00217A34">
        <w:trPr>
          <w:trHeight w:val="1700"/>
        </w:trPr>
        <w:tc>
          <w:tcPr>
            <w:tcW w:w="3596" w:type="dxa"/>
            <w:vAlign w:val="center"/>
          </w:tcPr>
          <w:p w14:paraId="0202575F" w14:textId="06B8EA81" w:rsidR="00664DF8" w:rsidRDefault="00664DF8" w:rsidP="00664DF8">
            <w:r>
              <w:rPr>
                <w:rFonts w:ascii="Century Gothic" w:hAnsi="Century Gothic" w:cs="Calibri"/>
                <w:color w:val="262626"/>
                <w:sz w:val="20"/>
                <w:szCs w:val="20"/>
              </w:rPr>
              <w:t>Use team feedback to lead a discussion on what worked well and what could have gone better.</w:t>
            </w:r>
          </w:p>
        </w:tc>
        <w:tc>
          <w:tcPr>
            <w:tcW w:w="3597" w:type="dxa"/>
          </w:tcPr>
          <w:p w14:paraId="2EDE7808" w14:textId="77777777" w:rsidR="00664DF8" w:rsidRDefault="00664DF8" w:rsidP="00664DF8"/>
        </w:tc>
        <w:tc>
          <w:tcPr>
            <w:tcW w:w="3597" w:type="dxa"/>
          </w:tcPr>
          <w:p w14:paraId="27AF9E4E" w14:textId="77777777" w:rsidR="00664DF8" w:rsidRDefault="00664DF8" w:rsidP="00664DF8"/>
        </w:tc>
      </w:tr>
      <w:tr w:rsidR="00664DF8" w14:paraId="314D8A28" w14:textId="77777777" w:rsidTr="00217A34">
        <w:trPr>
          <w:trHeight w:val="1610"/>
        </w:trPr>
        <w:tc>
          <w:tcPr>
            <w:tcW w:w="3596" w:type="dxa"/>
            <w:vAlign w:val="center"/>
          </w:tcPr>
          <w:p w14:paraId="48A9CF8A" w14:textId="50ABDDD6" w:rsidR="00664DF8" w:rsidRDefault="00664DF8" w:rsidP="00664DF8">
            <w:r>
              <w:rPr>
                <w:rFonts w:ascii="Century Gothic" w:hAnsi="Century Gothic" w:cs="Calibri"/>
                <w:color w:val="262626"/>
                <w:sz w:val="20"/>
                <w:szCs w:val="20"/>
              </w:rPr>
              <w:t>Identify and assign actionable items to improve future projects.</w:t>
            </w:r>
          </w:p>
        </w:tc>
        <w:tc>
          <w:tcPr>
            <w:tcW w:w="3597" w:type="dxa"/>
          </w:tcPr>
          <w:p w14:paraId="358BB654" w14:textId="77777777" w:rsidR="00664DF8" w:rsidRDefault="00664DF8" w:rsidP="00664DF8"/>
        </w:tc>
        <w:tc>
          <w:tcPr>
            <w:tcW w:w="3597" w:type="dxa"/>
          </w:tcPr>
          <w:p w14:paraId="4BDE7C26" w14:textId="77777777" w:rsidR="00664DF8" w:rsidRDefault="00664DF8" w:rsidP="00664DF8"/>
        </w:tc>
      </w:tr>
      <w:tr w:rsidR="00664DF8" w14:paraId="2EB910FD" w14:textId="77777777" w:rsidTr="00217A34">
        <w:trPr>
          <w:trHeight w:val="467"/>
        </w:trPr>
        <w:tc>
          <w:tcPr>
            <w:tcW w:w="10790" w:type="dxa"/>
            <w:gridSpan w:val="3"/>
            <w:shd w:val="clear" w:color="auto" w:fill="D5DCE4" w:themeFill="text2" w:themeFillTint="33"/>
            <w:vAlign w:val="center"/>
          </w:tcPr>
          <w:p w14:paraId="5280B553" w14:textId="1E3BDE90" w:rsidR="00664DF8" w:rsidRDefault="00664DF8" w:rsidP="009C47F2">
            <w:r>
              <w:rPr>
                <w:rFonts w:ascii="Century Gothic" w:hAnsi="Century Gothic" w:cs="Calibri"/>
                <w:b/>
                <w:bCs/>
                <w:color w:val="262626"/>
                <w:sz w:val="20"/>
                <w:szCs w:val="20"/>
              </w:rPr>
              <w:t>AFTER THE MEETING</w:t>
            </w:r>
          </w:p>
        </w:tc>
      </w:tr>
      <w:tr w:rsidR="00664DF8" w14:paraId="79D5C795" w14:textId="77777777" w:rsidTr="00217A34">
        <w:trPr>
          <w:trHeight w:val="2213"/>
        </w:trPr>
        <w:tc>
          <w:tcPr>
            <w:tcW w:w="3596" w:type="dxa"/>
            <w:vAlign w:val="center"/>
          </w:tcPr>
          <w:p w14:paraId="0CCD799A" w14:textId="44869496" w:rsidR="00664DF8" w:rsidRDefault="00664DF8" w:rsidP="00664DF8">
            <w:r>
              <w:rPr>
                <w:rFonts w:ascii="Century Gothic" w:hAnsi="Century Gothic" w:cs="Calibri"/>
                <w:color w:val="262626"/>
                <w:sz w:val="20"/>
                <w:szCs w:val="20"/>
              </w:rPr>
              <w:t>Write a debrief report based on meeting notes and key takeaways.</w:t>
            </w:r>
          </w:p>
        </w:tc>
        <w:tc>
          <w:tcPr>
            <w:tcW w:w="3597" w:type="dxa"/>
          </w:tcPr>
          <w:p w14:paraId="41BECB8F" w14:textId="77777777" w:rsidR="00664DF8" w:rsidRDefault="00664DF8" w:rsidP="00664DF8"/>
        </w:tc>
        <w:tc>
          <w:tcPr>
            <w:tcW w:w="3597" w:type="dxa"/>
          </w:tcPr>
          <w:p w14:paraId="4F93F2C8" w14:textId="77777777" w:rsidR="00664DF8" w:rsidRDefault="00664DF8" w:rsidP="00664DF8"/>
        </w:tc>
      </w:tr>
      <w:tr w:rsidR="00664DF8" w14:paraId="7F93A1C5" w14:textId="77777777" w:rsidTr="00217A34">
        <w:trPr>
          <w:trHeight w:val="1700"/>
        </w:trPr>
        <w:tc>
          <w:tcPr>
            <w:tcW w:w="3596" w:type="dxa"/>
            <w:vAlign w:val="center"/>
          </w:tcPr>
          <w:p w14:paraId="195692AC" w14:textId="79FF1688" w:rsidR="00664DF8" w:rsidRDefault="00664DF8" w:rsidP="00664DF8">
            <w:r>
              <w:rPr>
                <w:rFonts w:ascii="Century Gothic" w:hAnsi="Century Gothic" w:cs="Calibri"/>
                <w:color w:val="262626"/>
                <w:sz w:val="20"/>
                <w:szCs w:val="20"/>
              </w:rPr>
              <w:t>Share the debrief report with the company.</w:t>
            </w:r>
          </w:p>
        </w:tc>
        <w:tc>
          <w:tcPr>
            <w:tcW w:w="3597" w:type="dxa"/>
          </w:tcPr>
          <w:p w14:paraId="2945878F" w14:textId="77777777" w:rsidR="00664DF8" w:rsidRDefault="00664DF8" w:rsidP="00664DF8"/>
        </w:tc>
        <w:tc>
          <w:tcPr>
            <w:tcW w:w="3597" w:type="dxa"/>
          </w:tcPr>
          <w:p w14:paraId="6B6E3FD4" w14:textId="77777777" w:rsidR="00664DF8" w:rsidRDefault="00664DF8" w:rsidP="00664DF8"/>
        </w:tc>
      </w:tr>
    </w:tbl>
    <w:p w14:paraId="2E3AA3FF" w14:textId="0188F1BE" w:rsidR="00217A34" w:rsidRDefault="00217A34"/>
    <w:p w14:paraId="7DAEC64F" w14:textId="77777777" w:rsidR="00217A34" w:rsidRDefault="00217A34">
      <w: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217A34" w14:paraId="775559EE" w14:textId="77777777" w:rsidTr="009C47F2">
        <w:trPr>
          <w:trHeight w:val="2687"/>
        </w:trPr>
        <w:tc>
          <w:tcPr>
            <w:tcW w:w="10669" w:type="dxa"/>
          </w:tcPr>
          <w:p w14:paraId="5241734A" w14:textId="77777777" w:rsidR="00217A34" w:rsidRPr="00692C04" w:rsidRDefault="00217A34" w:rsidP="009C47F2">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33F0C6EF" w14:textId="77777777" w:rsidR="00217A34" w:rsidRDefault="00217A34" w:rsidP="009C47F2">
            <w:pPr>
              <w:rPr>
                <w:rFonts w:ascii="Century Gothic" w:hAnsi="Century Gothic" w:cs="Arial"/>
                <w:szCs w:val="20"/>
              </w:rPr>
            </w:pPr>
          </w:p>
          <w:p w14:paraId="370C8BA0" w14:textId="77777777" w:rsidR="00217A34" w:rsidRDefault="00217A34" w:rsidP="009C47F2">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067F361" w14:textId="77777777" w:rsidR="00217A34" w:rsidRDefault="00217A34" w:rsidP="00217A34">
      <w:pPr>
        <w:rPr>
          <w:rFonts w:ascii="Century Gothic" w:hAnsi="Century Gothic" w:cs="Arial"/>
          <w:sz w:val="20"/>
          <w:szCs w:val="20"/>
        </w:rPr>
      </w:pPr>
    </w:p>
    <w:p w14:paraId="4EF083B7" w14:textId="77777777" w:rsidR="00217A34" w:rsidRPr="00D3383E" w:rsidRDefault="00217A34" w:rsidP="00217A34">
      <w:pPr>
        <w:rPr>
          <w:rFonts w:ascii="Century Gothic" w:hAnsi="Century Gothic" w:cs="Arial"/>
          <w:sz w:val="20"/>
          <w:szCs w:val="20"/>
        </w:rPr>
      </w:pPr>
    </w:p>
    <w:p w14:paraId="3E69F280" w14:textId="77777777" w:rsidR="00664DF8" w:rsidRDefault="00664DF8"/>
    <w:sectPr w:rsidR="00664DF8" w:rsidSect="00664D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DF8"/>
    <w:rsid w:val="001F18CB"/>
    <w:rsid w:val="00217A34"/>
    <w:rsid w:val="004534FA"/>
    <w:rsid w:val="00664DF8"/>
    <w:rsid w:val="00A61E44"/>
    <w:rsid w:val="00C43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2"/>
    <o:shapelayout v:ext="edit">
      <o:idmap v:ext="edit" data="1"/>
    </o:shapelayout>
  </w:shapeDefaults>
  <w:decimalSymbol w:val="."/>
  <w:listSeparator w:val=","/>
  <w14:docId w14:val="231F99DA"/>
  <w15:chartTrackingRefBased/>
  <w15:docId w15:val="{DD3D698D-8B3E-4C6E-8BDC-5B2CBC3E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4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16435">
      <w:bodyDiv w:val="1"/>
      <w:marLeft w:val="0"/>
      <w:marRight w:val="0"/>
      <w:marTop w:val="0"/>
      <w:marBottom w:val="0"/>
      <w:divBdr>
        <w:top w:val="none" w:sz="0" w:space="0" w:color="auto"/>
        <w:left w:val="none" w:sz="0" w:space="0" w:color="auto"/>
        <w:bottom w:val="none" w:sz="0" w:space="0" w:color="auto"/>
        <w:right w:val="none" w:sz="0" w:space="0" w:color="auto"/>
      </w:divBdr>
    </w:div>
    <w:div w:id="401374167">
      <w:bodyDiv w:val="1"/>
      <w:marLeft w:val="0"/>
      <w:marRight w:val="0"/>
      <w:marTop w:val="0"/>
      <w:marBottom w:val="0"/>
      <w:divBdr>
        <w:top w:val="none" w:sz="0" w:space="0" w:color="auto"/>
        <w:left w:val="none" w:sz="0" w:space="0" w:color="auto"/>
        <w:bottom w:val="none" w:sz="0" w:space="0" w:color="auto"/>
        <w:right w:val="none" w:sz="0" w:space="0" w:color="auto"/>
      </w:divBdr>
    </w:div>
    <w:div w:id="672727872">
      <w:bodyDiv w:val="1"/>
      <w:marLeft w:val="0"/>
      <w:marRight w:val="0"/>
      <w:marTop w:val="0"/>
      <w:marBottom w:val="0"/>
      <w:divBdr>
        <w:top w:val="none" w:sz="0" w:space="0" w:color="auto"/>
        <w:left w:val="none" w:sz="0" w:space="0" w:color="auto"/>
        <w:bottom w:val="none" w:sz="0" w:space="0" w:color="auto"/>
        <w:right w:val="none" w:sz="0" w:space="0" w:color="auto"/>
      </w:divBdr>
    </w:div>
    <w:div w:id="1028146058">
      <w:bodyDiv w:val="1"/>
      <w:marLeft w:val="0"/>
      <w:marRight w:val="0"/>
      <w:marTop w:val="0"/>
      <w:marBottom w:val="0"/>
      <w:divBdr>
        <w:top w:val="none" w:sz="0" w:space="0" w:color="auto"/>
        <w:left w:val="none" w:sz="0" w:space="0" w:color="auto"/>
        <w:bottom w:val="none" w:sz="0" w:space="0" w:color="auto"/>
        <w:right w:val="none" w:sz="0" w:space="0" w:color="auto"/>
      </w:divBdr>
    </w:div>
    <w:div w:id="1787120860">
      <w:bodyDiv w:val="1"/>
      <w:marLeft w:val="0"/>
      <w:marRight w:val="0"/>
      <w:marTop w:val="0"/>
      <w:marBottom w:val="0"/>
      <w:divBdr>
        <w:top w:val="none" w:sz="0" w:space="0" w:color="auto"/>
        <w:left w:val="none" w:sz="0" w:space="0" w:color="auto"/>
        <w:bottom w:val="none" w:sz="0" w:space="0" w:color="auto"/>
        <w:right w:val="none" w:sz="0" w:space="0" w:color="auto"/>
      </w:divBdr>
    </w:div>
    <w:div w:id="21132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webSettings" Target="web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hyperlink" Target="https://www.smartsheet.com/try-it?trp=11486&amp;utm_source=integrated+content&amp;utm_campaign=/content/project-debrief&amp;utm_medium=Project+Debrief+Meeting+Checklist+doc+11486&amp;lpa=Project+Debrief+Meeting+Checklist+doc+11486&amp;lx=PFpZZjisDNTS-Ddigi3MyABAgeTPLDIL8TQRu558b7w" TargetMode="Externa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3</cp:revision>
  <dcterms:created xsi:type="dcterms:W3CDTF">2022-06-28T02:12:00Z</dcterms:created>
  <dcterms:modified xsi:type="dcterms:W3CDTF">2022-06-29T22:34:00Z</dcterms:modified>
</cp:coreProperties>
</file>